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8C5001" w14:textId="77777777" w:rsidR="00615652" w:rsidRDefault="00011937" w:rsidP="00926E77">
      <w:r>
        <w:rPr>
          <w:noProof/>
        </w:rPr>
        <w:drawing>
          <wp:anchor distT="0" distB="0" distL="114300" distR="114300" simplePos="0" relativeHeight="251710976" behindDoc="0" locked="0" layoutInCell="1" allowOverlap="1" wp14:anchorId="6CE6063C" wp14:editId="4F8A1DC3">
            <wp:simplePos x="0" y="0"/>
            <wp:positionH relativeFrom="margin">
              <wp:align>center</wp:align>
            </wp:positionH>
            <wp:positionV relativeFrom="paragraph">
              <wp:posOffset>-1557020</wp:posOffset>
            </wp:positionV>
            <wp:extent cx="819150" cy="8191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W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9150" cy="8191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07904" behindDoc="0" locked="0" layoutInCell="1" allowOverlap="1" wp14:anchorId="00A4A653" wp14:editId="478D6185">
            <wp:simplePos x="0" y="0"/>
            <wp:positionH relativeFrom="margin">
              <wp:align>center</wp:align>
            </wp:positionH>
            <wp:positionV relativeFrom="paragraph">
              <wp:posOffset>-2611755</wp:posOffset>
            </wp:positionV>
            <wp:extent cx="981075" cy="981075"/>
            <wp:effectExtent l="0" t="0" r="9525"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Rotary Logo 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81075" cy="9810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06880" behindDoc="0" locked="0" layoutInCell="1" allowOverlap="1" wp14:anchorId="15E2FAF8" wp14:editId="3FC2BE41">
            <wp:simplePos x="0" y="0"/>
            <wp:positionH relativeFrom="margin">
              <wp:align>center</wp:align>
            </wp:positionH>
            <wp:positionV relativeFrom="paragraph">
              <wp:posOffset>-3802380</wp:posOffset>
            </wp:positionV>
            <wp:extent cx="752475" cy="1034652"/>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abitat Logo.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2475" cy="1034652"/>
                    </a:xfrm>
                    <a:prstGeom prst="rect">
                      <a:avLst/>
                    </a:prstGeom>
                  </pic:spPr>
                </pic:pic>
              </a:graphicData>
            </a:graphic>
            <wp14:sizeRelH relativeFrom="margin">
              <wp14:pctWidth>0</wp14:pctWidth>
            </wp14:sizeRelH>
            <wp14:sizeRelV relativeFrom="margin">
              <wp14:pctHeight>0</wp14:pctHeight>
            </wp14:sizeRelV>
          </wp:anchor>
        </w:drawing>
      </w:r>
      <w:r w:rsidR="009A57CC">
        <w:rPr>
          <w:noProof/>
        </w:rPr>
        <mc:AlternateContent>
          <mc:Choice Requires="wps">
            <w:drawing>
              <wp:anchor distT="45720" distB="45720" distL="114300" distR="114300" simplePos="0" relativeHeight="251709952" behindDoc="0" locked="0" layoutInCell="1" allowOverlap="1" wp14:anchorId="2D09AC5D" wp14:editId="67264313">
                <wp:simplePos x="0" y="0"/>
                <wp:positionH relativeFrom="margin">
                  <wp:align>center</wp:align>
                </wp:positionH>
                <wp:positionV relativeFrom="margin">
                  <wp:posOffset>-744855</wp:posOffset>
                </wp:positionV>
                <wp:extent cx="1762125" cy="952500"/>
                <wp:effectExtent l="0" t="0" r="9525"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952500"/>
                        </a:xfrm>
                        <a:prstGeom prst="rect">
                          <a:avLst/>
                        </a:prstGeom>
                        <a:solidFill>
                          <a:srgbClr val="FFFFFF"/>
                        </a:solidFill>
                        <a:ln w="9525">
                          <a:noFill/>
                          <a:miter lim="800000"/>
                          <a:headEnd/>
                          <a:tailEnd/>
                        </a:ln>
                      </wps:spPr>
                      <wps:txbx>
                        <w:txbxContent>
                          <w:p w14:paraId="7F5D2C1B" w14:textId="77777777" w:rsidR="009A57CC" w:rsidRPr="00C0348A" w:rsidRDefault="00C0348A">
                            <w:pPr>
                              <w:rPr>
                                <w:i/>
                              </w:rPr>
                            </w:pPr>
                            <w:r>
                              <w:rPr>
                                <w:i/>
                              </w:rPr>
                              <w:t>Services are provided without regard to race, age, color, religion, sex, disability, national origin, ancestry, or status as a veteran.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09AC5D" id="_x0000_t202" coordsize="21600,21600" o:spt="202" path="m,l,21600r21600,l21600,xe">
                <v:stroke joinstyle="miter"/>
                <v:path gradientshapeok="t" o:connecttype="rect"/>
              </v:shapetype>
              <v:shape id="Text Box 2" o:spid="_x0000_s1026" type="#_x0000_t202" style="position:absolute;margin-left:0;margin-top:-58.65pt;width:138.75pt;height:75pt;z-index:251709952;visibility:visible;mso-wrap-style:square;mso-width-percent:0;mso-height-percent:0;mso-wrap-distance-left:9pt;mso-wrap-distance-top:3.6pt;mso-wrap-distance-right:9pt;mso-wrap-distance-bottom:3.6pt;mso-position-horizontal:center;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" stroked="f">
                <v:textbox>
                  <w:txbxContent>
                    <w:p w14:paraId="7F5D2C1B" w14:textId="77777777" w:rsidR="009A57CC" w:rsidRPr="00C0348A" w:rsidRDefault="00C0348A">
                      <w:pPr>
                        <w:rPr>
                          <w:i/>
                        </w:rPr>
                      </w:pPr>
                      <w:r>
                        <w:rPr>
                          <w:i/>
                        </w:rPr>
                        <w:t>Services are provided without regard to race, age, color, religion, sex, disability, national origin, ancestry, or status as a veteran.</w:t>
                      </w:r>
                    </w:p>
                  </w:txbxContent>
                </v:textbox>
                <w10:wrap type="square" anchorx="margin" anchory="margin"/>
              </v:shape>
            </w:pict>
          </mc:Fallback>
        </mc:AlternateContent>
      </w:r>
      <w:r w:rsidR="002D4363">
        <w:rPr>
          <w:noProof/>
        </w:rPr>
        <mc:AlternateContent>
          <mc:Choice Requires="wps">
            <w:drawing>
              <wp:anchor distT="45720" distB="45720" distL="114300" distR="114300" simplePos="0" relativeHeight="251705856" behindDoc="0" locked="0" layoutInCell="1" allowOverlap="1" wp14:anchorId="41E82132" wp14:editId="014E4738">
                <wp:simplePos x="0" y="0"/>
                <wp:positionH relativeFrom="margin">
                  <wp:align>center</wp:align>
                </wp:positionH>
                <wp:positionV relativeFrom="page">
                  <wp:posOffset>3162300</wp:posOffset>
                </wp:positionV>
                <wp:extent cx="1543050" cy="2667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266700"/>
                        </a:xfrm>
                        <a:prstGeom prst="rect">
                          <a:avLst/>
                        </a:prstGeom>
                        <a:solidFill>
                          <a:srgbClr val="FFFFFF"/>
                        </a:solidFill>
                        <a:ln w="9525">
                          <a:noFill/>
                          <a:miter lim="800000"/>
                          <a:headEnd/>
                          <a:tailEnd/>
                        </a:ln>
                      </wps:spPr>
                      <wps:txbx>
                        <w:txbxContent>
                          <w:p w14:paraId="1334A916" w14:textId="77777777" w:rsidR="002D4363" w:rsidRPr="002D4363" w:rsidRDefault="002D4363">
                            <w:pPr>
                              <w:rPr>
                                <w:b/>
                              </w:rPr>
                            </w:pPr>
                            <w:r w:rsidRPr="002D4363">
                              <w:rPr>
                                <w:b/>
                              </w:rPr>
                              <w:t>In Partnership With: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E82132" id="_x0000_s1027" type="#_x0000_t202" style="position:absolute;margin-left:0;margin-top:249pt;width:121.5pt;height:21pt;z-index:251705856;visibility:visible;mso-wrap-style:square;mso-width-percent:0;mso-height-percent:0;mso-wrap-distance-left:9pt;mso-wrap-distance-top:3.6pt;mso-wrap-distance-right:9pt;mso-wrap-distance-bottom:3.6pt;mso-position-horizontal:center;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" stroked="f">
                <v:textbox>
                  <w:txbxContent>
                    <w:p w14:paraId="1334A916" w14:textId="77777777" w:rsidR="002D4363" w:rsidRPr="002D4363" w:rsidRDefault="002D4363">
                      <w:pPr>
                        <w:rPr>
                          <w:b/>
                        </w:rPr>
                      </w:pPr>
                      <w:r w:rsidRPr="002D4363">
                        <w:rPr>
                          <w:b/>
                        </w:rPr>
                        <w:t>In Partnership With:</w:t>
                      </w:r>
                    </w:p>
                  </w:txbxContent>
                </v:textbox>
                <w10:wrap type="square" anchorx="margin" anchory="page"/>
              </v:shape>
            </w:pict>
          </mc:Fallback>
        </mc:AlternateContent>
      </w:r>
      <w:r w:rsidR="002D4363">
        <w:rPr>
          <w:noProof/>
        </w:rPr>
        <mc:AlternateContent>
          <mc:Choice Requires="wps">
            <w:drawing>
              <wp:anchor distT="36576" distB="36576" distL="36576" distR="36576" simplePos="0" relativeHeight="251641344" behindDoc="0" locked="0" layoutInCell="1" allowOverlap="1" wp14:anchorId="330EF0D5" wp14:editId="5F39EBC7">
                <wp:simplePos x="0" y="0"/>
                <wp:positionH relativeFrom="margin">
                  <wp:align>center</wp:align>
                </wp:positionH>
                <wp:positionV relativeFrom="page">
                  <wp:posOffset>1771650</wp:posOffset>
                </wp:positionV>
                <wp:extent cx="1590675" cy="1085850"/>
                <wp:effectExtent l="0" t="0" r="9525" b="0"/>
                <wp:wrapNone/>
                <wp:docPr id="52"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590675" cy="10858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EDA1F40" w14:textId="77777777" w:rsidR="00446D6F" w:rsidRPr="006C17AA" w:rsidRDefault="0044008F" w:rsidP="005F3078">
                            <w:pPr>
                              <w:pStyle w:val="Heading7"/>
                              <w:rPr>
                                <w:color w:val="024F75" w:themeColor="accent1"/>
                              </w:rPr>
                            </w:pPr>
                            <w:r w:rsidRPr="006C17AA">
                              <w:rPr>
                                <w:color w:val="024F75" w:themeColor="accent1"/>
                              </w:rPr>
                              <w:t>660 N 36</w:t>
                            </w:r>
                            <w:r w:rsidRPr="006C17AA">
                              <w:rPr>
                                <w:color w:val="024F75" w:themeColor="accent1"/>
                                <w:vertAlign w:val="superscript"/>
                              </w:rPr>
                              <w:t>th</w:t>
                            </w:r>
                            <w:r w:rsidRPr="006C17AA">
                              <w:rPr>
                                <w:color w:val="024F75" w:themeColor="accent1"/>
                              </w:rPr>
                              <w:t xml:space="preserve"> Street</w:t>
                            </w:r>
                          </w:p>
                          <w:p w14:paraId="70EDD056" w14:textId="77777777" w:rsidR="00446D6F" w:rsidRPr="006C17AA" w:rsidRDefault="0044008F" w:rsidP="005F3078">
                            <w:pPr>
                              <w:pStyle w:val="Heading7"/>
                              <w:rPr>
                                <w:color w:val="024F75" w:themeColor="accent1"/>
                              </w:rPr>
                            </w:pPr>
                            <w:r w:rsidRPr="006C17AA">
                              <w:rPr>
                                <w:color w:val="024F75" w:themeColor="accent1"/>
                              </w:rPr>
                              <w:t>P.O. Box 4727</w:t>
                            </w:r>
                          </w:p>
                          <w:p w14:paraId="6E5E5745" w14:textId="77777777" w:rsidR="00E36C9F" w:rsidRPr="006C17AA" w:rsidRDefault="0044008F" w:rsidP="005F3078">
                            <w:pPr>
                              <w:pStyle w:val="Heading7"/>
                              <w:rPr>
                                <w:color w:val="024F75" w:themeColor="accent1"/>
                              </w:rPr>
                            </w:pPr>
                            <w:r w:rsidRPr="006C17AA">
                              <w:rPr>
                                <w:color w:val="024F75" w:themeColor="accent1"/>
                              </w:rPr>
                              <w:t>Lafayette</w:t>
                            </w:r>
                            <w:r w:rsidR="00E36C9F" w:rsidRPr="006C17AA">
                              <w:rPr>
                                <w:color w:val="024F75" w:themeColor="accent1"/>
                              </w:rPr>
                              <w:t xml:space="preserve">, </w:t>
                            </w:r>
                            <w:r w:rsidRPr="006C17AA">
                              <w:rPr>
                                <w:color w:val="024F75" w:themeColor="accent1"/>
                              </w:rPr>
                              <w:t>IN 47905</w:t>
                            </w:r>
                          </w:p>
                          <w:p w14:paraId="3446DECA" w14:textId="77777777" w:rsidR="00446D6F" w:rsidRPr="006C17AA" w:rsidRDefault="00446D6F" w:rsidP="005F3078">
                            <w:pPr>
                              <w:pStyle w:val="Heading7"/>
                              <w:rPr>
                                <w:color w:val="024F75" w:themeColor="accent1"/>
                              </w:rPr>
                            </w:pPr>
                            <w:r w:rsidRPr="006C17AA">
                              <w:rPr>
                                <w:color w:val="024F75" w:themeColor="accent1"/>
                              </w:rPr>
                              <w:t>Phone:</w:t>
                            </w:r>
                            <w:r w:rsidR="002321F7" w:rsidRPr="006C17AA">
                              <w:rPr>
                                <w:color w:val="024F75" w:themeColor="accent1"/>
                              </w:rPr>
                              <w:t xml:space="preserve"> </w:t>
                            </w:r>
                            <w:r w:rsidR="0044008F" w:rsidRPr="006C17AA">
                              <w:rPr>
                                <w:color w:val="024F75" w:themeColor="accent1"/>
                              </w:rPr>
                              <w:t>800</w:t>
                            </w:r>
                            <w:r w:rsidR="002321F7" w:rsidRPr="006C17AA">
                              <w:rPr>
                                <w:color w:val="024F75" w:themeColor="accent1"/>
                              </w:rPr>
                              <w:t>.</w:t>
                            </w:r>
                            <w:r w:rsidR="0044008F" w:rsidRPr="006C17AA">
                              <w:rPr>
                                <w:color w:val="024F75" w:themeColor="accent1"/>
                              </w:rPr>
                              <w:t>382</w:t>
                            </w:r>
                            <w:r w:rsidR="002321F7" w:rsidRPr="006C17AA">
                              <w:rPr>
                                <w:color w:val="024F75" w:themeColor="accent1"/>
                              </w:rPr>
                              <w:t>.</w:t>
                            </w:r>
                            <w:r w:rsidR="0044008F" w:rsidRPr="006C17AA">
                              <w:rPr>
                                <w:color w:val="024F75" w:themeColor="accent1"/>
                              </w:rPr>
                              <w:t>7556</w:t>
                            </w:r>
                          </w:p>
                          <w:p w14:paraId="1DDDB471" w14:textId="77777777" w:rsidR="00446D6F" w:rsidRPr="006C17AA" w:rsidRDefault="00514BF9" w:rsidP="005F3078">
                            <w:pPr>
                              <w:pStyle w:val="Heading7"/>
                              <w:rPr>
                                <w:color w:val="024F75" w:themeColor="accent1"/>
                              </w:rPr>
                            </w:pPr>
                            <w:hyperlink r:id="rId11" w:history="1">
                              <w:r w:rsidR="0044008F" w:rsidRPr="006C17AA">
                                <w:rPr>
                                  <w:rStyle w:val="Hyperlink"/>
                                  <w:color w:val="024F75" w:themeColor="accent1"/>
                                </w:rPr>
                                <w:t>info@areaivagency.org</w:t>
                              </w:r>
                            </w:hyperlink>
                            <w:r w:rsidR="0044008F" w:rsidRPr="006C17AA">
                              <w:rPr>
                                <w:color w:val="024F75" w:themeColor="accent1"/>
                              </w:rPr>
                              <w:t xml:space="preserve"> </w:t>
                            </w:r>
                          </w:p>
                          <w:p w14:paraId="5D600A59" w14:textId="77777777" w:rsidR="0044008F" w:rsidRPr="006C17AA" w:rsidRDefault="0044008F" w:rsidP="005F3078">
                            <w:pPr>
                              <w:pStyle w:val="Heading7"/>
                              <w:rPr>
                                <w:i/>
                                <w:color w:val="024F75" w:themeColor="accent1"/>
                              </w:rPr>
                            </w:pPr>
                          </w:p>
                          <w:p w14:paraId="4879D41E" w14:textId="77777777" w:rsidR="0044008F" w:rsidRPr="006C17AA" w:rsidRDefault="0044008F" w:rsidP="005F3078">
                            <w:pPr>
                              <w:pStyle w:val="Heading7"/>
                              <w:rPr>
                                <w:i/>
                                <w:color w:val="024F75" w:themeColor="accent1"/>
                              </w:rPr>
                            </w:pP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EF0D5" id="Text Box 196" o:spid="_x0000_s1028" type="#_x0000_t202" style="position:absolute;margin-left:0;margin-top:139.5pt;width:125.25pt;height:85.5pt;z-index:251641344;visibility:visible;mso-wrap-style:square;mso-width-percent:0;mso-height-percent:0;mso-wrap-distance-left:2.88pt;mso-wrap-distance-top:2.88pt;mso-wrap-distance-right:2.88pt;mso-wrap-distance-bottom:2.88pt;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" filled="f" stroked="f" strokeweight="0" insetpen="t">
                <o:lock v:ext="edit" shapetype="t"/>
                <v:textbox inset="2.85pt,2.85pt,2.85pt,2.85pt">
                  <w:txbxContent>
                    <w:p w14:paraId="5EDA1F40" w14:textId="77777777" w:rsidR="00446D6F" w:rsidRPr="006C17AA" w:rsidRDefault="0044008F" w:rsidP="005F3078">
                      <w:pPr>
                        <w:pStyle w:val="Heading7"/>
                        <w:rPr>
                          <w:color w:val="024F75" w:themeColor="accent1"/>
                        </w:rPr>
                      </w:pPr>
                      <w:r w:rsidRPr="006C17AA">
                        <w:rPr>
                          <w:color w:val="024F75" w:themeColor="accent1"/>
                        </w:rPr>
                        <w:t>660 N 36</w:t>
                      </w:r>
                      <w:r w:rsidRPr="006C17AA">
                        <w:rPr>
                          <w:color w:val="024F75" w:themeColor="accent1"/>
                          <w:vertAlign w:val="superscript"/>
                        </w:rPr>
                        <w:t>th</w:t>
                      </w:r>
                      <w:r w:rsidRPr="006C17AA">
                        <w:rPr>
                          <w:color w:val="024F75" w:themeColor="accent1"/>
                        </w:rPr>
                        <w:t xml:space="preserve"> Street</w:t>
                      </w:r>
                    </w:p>
                    <w:p w14:paraId="70EDD056" w14:textId="77777777" w:rsidR="00446D6F" w:rsidRPr="006C17AA" w:rsidRDefault="0044008F" w:rsidP="005F3078">
                      <w:pPr>
                        <w:pStyle w:val="Heading7"/>
                        <w:rPr>
                          <w:color w:val="024F75" w:themeColor="accent1"/>
                        </w:rPr>
                      </w:pPr>
                      <w:r w:rsidRPr="006C17AA">
                        <w:rPr>
                          <w:color w:val="024F75" w:themeColor="accent1"/>
                        </w:rPr>
                        <w:t>P.O. Box 4727</w:t>
                      </w:r>
                    </w:p>
                    <w:p w14:paraId="6E5E5745" w14:textId="77777777" w:rsidR="00E36C9F" w:rsidRPr="006C17AA" w:rsidRDefault="0044008F" w:rsidP="005F3078">
                      <w:pPr>
                        <w:pStyle w:val="Heading7"/>
                        <w:rPr>
                          <w:color w:val="024F75" w:themeColor="accent1"/>
                        </w:rPr>
                      </w:pPr>
                      <w:r w:rsidRPr="006C17AA">
                        <w:rPr>
                          <w:color w:val="024F75" w:themeColor="accent1"/>
                        </w:rPr>
                        <w:t>Lafayette</w:t>
                      </w:r>
                      <w:r w:rsidR="00E36C9F" w:rsidRPr="006C17AA">
                        <w:rPr>
                          <w:color w:val="024F75" w:themeColor="accent1"/>
                        </w:rPr>
                        <w:t xml:space="preserve">, </w:t>
                      </w:r>
                      <w:r w:rsidRPr="006C17AA">
                        <w:rPr>
                          <w:color w:val="024F75" w:themeColor="accent1"/>
                        </w:rPr>
                        <w:t>IN 47905</w:t>
                      </w:r>
                    </w:p>
                    <w:p w14:paraId="3446DECA" w14:textId="77777777" w:rsidR="00446D6F" w:rsidRPr="006C17AA" w:rsidRDefault="00446D6F" w:rsidP="005F3078">
                      <w:pPr>
                        <w:pStyle w:val="Heading7"/>
                        <w:rPr>
                          <w:color w:val="024F75" w:themeColor="accent1"/>
                        </w:rPr>
                      </w:pPr>
                      <w:r w:rsidRPr="006C17AA">
                        <w:rPr>
                          <w:color w:val="024F75" w:themeColor="accent1"/>
                        </w:rPr>
                        <w:t>Phone:</w:t>
                      </w:r>
                      <w:r w:rsidR="002321F7" w:rsidRPr="006C17AA">
                        <w:rPr>
                          <w:color w:val="024F75" w:themeColor="accent1"/>
                        </w:rPr>
                        <w:t xml:space="preserve"> </w:t>
                      </w:r>
                      <w:r w:rsidR="0044008F" w:rsidRPr="006C17AA">
                        <w:rPr>
                          <w:color w:val="024F75" w:themeColor="accent1"/>
                        </w:rPr>
                        <w:t>800</w:t>
                      </w:r>
                      <w:r w:rsidR="002321F7" w:rsidRPr="006C17AA">
                        <w:rPr>
                          <w:color w:val="024F75" w:themeColor="accent1"/>
                        </w:rPr>
                        <w:t>.</w:t>
                      </w:r>
                      <w:r w:rsidR="0044008F" w:rsidRPr="006C17AA">
                        <w:rPr>
                          <w:color w:val="024F75" w:themeColor="accent1"/>
                        </w:rPr>
                        <w:t>382</w:t>
                      </w:r>
                      <w:r w:rsidR="002321F7" w:rsidRPr="006C17AA">
                        <w:rPr>
                          <w:color w:val="024F75" w:themeColor="accent1"/>
                        </w:rPr>
                        <w:t>.</w:t>
                      </w:r>
                      <w:r w:rsidR="0044008F" w:rsidRPr="006C17AA">
                        <w:rPr>
                          <w:color w:val="024F75" w:themeColor="accent1"/>
                        </w:rPr>
                        <w:t>7556</w:t>
                      </w:r>
                    </w:p>
                    <w:p w14:paraId="1DDDB471" w14:textId="77777777" w:rsidR="00446D6F" w:rsidRPr="006C17AA" w:rsidRDefault="00514BF9" w:rsidP="005F3078">
                      <w:pPr>
                        <w:pStyle w:val="Heading7"/>
                        <w:rPr>
                          <w:color w:val="024F75" w:themeColor="accent1"/>
                        </w:rPr>
                      </w:pPr>
                      <w:hyperlink r:id="rId12" w:history="1">
                        <w:r w:rsidR="0044008F" w:rsidRPr="006C17AA">
                          <w:rPr>
                            <w:rStyle w:val="Hyperlink"/>
                            <w:color w:val="024F75" w:themeColor="accent1"/>
                          </w:rPr>
                          <w:t>info@areaivagency.org</w:t>
                        </w:r>
                      </w:hyperlink>
                      <w:r w:rsidR="0044008F" w:rsidRPr="006C17AA">
                        <w:rPr>
                          <w:color w:val="024F75" w:themeColor="accent1"/>
                        </w:rPr>
                        <w:t xml:space="preserve"> </w:t>
                      </w:r>
                    </w:p>
                    <w:p w14:paraId="5D600A59" w14:textId="77777777" w:rsidR="0044008F" w:rsidRPr="006C17AA" w:rsidRDefault="0044008F" w:rsidP="005F3078">
                      <w:pPr>
                        <w:pStyle w:val="Heading7"/>
                        <w:rPr>
                          <w:i/>
                          <w:color w:val="024F75" w:themeColor="accent1"/>
                        </w:rPr>
                      </w:pPr>
                    </w:p>
                    <w:p w14:paraId="4879D41E" w14:textId="77777777" w:rsidR="0044008F" w:rsidRPr="006C17AA" w:rsidRDefault="0044008F" w:rsidP="005F3078">
                      <w:pPr>
                        <w:pStyle w:val="Heading7"/>
                        <w:rPr>
                          <w:i/>
                          <w:color w:val="024F75" w:themeColor="accent1"/>
                        </w:rPr>
                      </w:pPr>
                    </w:p>
                  </w:txbxContent>
                </v:textbox>
                <w10:wrap anchorx="margin" anchory="page"/>
              </v:shape>
            </w:pict>
          </mc:Fallback>
        </mc:AlternateContent>
      </w:r>
      <w:r w:rsidR="002D4363">
        <w:rPr>
          <w:noProof/>
        </w:rPr>
        <w:drawing>
          <wp:anchor distT="0" distB="0" distL="114300" distR="114300" simplePos="0" relativeHeight="251702784" behindDoc="0" locked="0" layoutInCell="1" allowOverlap="1" wp14:anchorId="4C1712D0" wp14:editId="2C398BBB">
            <wp:simplePos x="0" y="0"/>
            <wp:positionH relativeFrom="margin">
              <wp:align>center</wp:align>
            </wp:positionH>
            <wp:positionV relativeFrom="margin">
              <wp:posOffset>-6663690</wp:posOffset>
            </wp:positionV>
            <wp:extent cx="923925" cy="941705"/>
            <wp:effectExtent l="0" t="0" r="952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REA IV Chrissi Logo BLU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23925" cy="941705"/>
                    </a:xfrm>
                    <a:prstGeom prst="rect">
                      <a:avLst/>
                    </a:prstGeom>
                  </pic:spPr>
                </pic:pic>
              </a:graphicData>
            </a:graphic>
            <wp14:sizeRelH relativeFrom="margin">
              <wp14:pctWidth>0</wp14:pctWidth>
            </wp14:sizeRelH>
            <wp14:sizeRelV relativeFrom="margin">
              <wp14:pctHeight>0</wp14:pctHeight>
            </wp14:sizeRelV>
          </wp:anchor>
        </w:drawing>
      </w:r>
      <w:r w:rsidR="0013619E">
        <w:rPr>
          <w:noProof/>
        </w:rPr>
        <w:drawing>
          <wp:anchor distT="0" distB="0" distL="114300" distR="114300" simplePos="0" relativeHeight="251701760" behindDoc="0" locked="0" layoutInCell="1" allowOverlap="1" wp14:anchorId="36B25A6D" wp14:editId="7343EB1A">
            <wp:simplePos x="0" y="0"/>
            <wp:positionH relativeFrom="margin">
              <wp:posOffset>7900035</wp:posOffset>
            </wp:positionH>
            <wp:positionV relativeFrom="margin">
              <wp:posOffset>-3078480</wp:posOffset>
            </wp:positionV>
            <wp:extent cx="1049020" cy="118999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amp_Up_Indiana_Logo.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49020" cy="1189990"/>
                    </a:xfrm>
                    <a:prstGeom prst="rect">
                      <a:avLst/>
                    </a:prstGeom>
                  </pic:spPr>
                </pic:pic>
              </a:graphicData>
            </a:graphic>
            <wp14:sizeRelH relativeFrom="margin">
              <wp14:pctWidth>0</wp14:pctWidth>
            </wp14:sizeRelH>
            <wp14:sizeRelV relativeFrom="margin">
              <wp14:pctHeight>0</wp14:pctHeight>
            </wp14:sizeRelV>
          </wp:anchor>
        </w:drawing>
      </w:r>
      <w:r w:rsidR="0013619E">
        <w:rPr>
          <w:noProof/>
        </w:rPr>
        <mc:AlternateContent>
          <mc:Choice Requires="wps">
            <w:drawing>
              <wp:anchor distT="36576" distB="36576" distL="36576" distR="36576" simplePos="0" relativeHeight="251640320" behindDoc="0" locked="0" layoutInCell="1" allowOverlap="1" wp14:anchorId="0F9F26AE" wp14:editId="679B99C8">
                <wp:simplePos x="0" y="0"/>
                <wp:positionH relativeFrom="margin">
                  <wp:posOffset>6557011</wp:posOffset>
                </wp:positionH>
                <wp:positionV relativeFrom="page">
                  <wp:posOffset>4210050</wp:posOffset>
                </wp:positionV>
                <wp:extent cx="1371600" cy="1282065"/>
                <wp:effectExtent l="0" t="0" r="0" b="0"/>
                <wp:wrapNone/>
                <wp:docPr id="49"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371600" cy="128206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0B9FCE95" w14:textId="77777777" w:rsidR="0013619E" w:rsidRDefault="0044008F" w:rsidP="0013619E">
                            <w:pPr>
                              <w:pStyle w:val="Heading4"/>
                              <w:spacing w:before="0" w:after="0"/>
                              <w:rPr>
                                <w:sz w:val="48"/>
                              </w:rPr>
                            </w:pPr>
                            <w:r w:rsidRPr="0013619E">
                              <w:rPr>
                                <w:sz w:val="48"/>
                              </w:rPr>
                              <w:t xml:space="preserve">Ramp-Up Indiana </w:t>
                            </w:r>
                          </w:p>
                          <w:p w14:paraId="0CC4DBBC" w14:textId="77777777" w:rsidR="00446D6F" w:rsidRPr="0013619E" w:rsidRDefault="0044008F" w:rsidP="0013619E">
                            <w:pPr>
                              <w:pStyle w:val="Heading4"/>
                              <w:spacing w:before="0"/>
                              <w:rPr>
                                <w:sz w:val="40"/>
                              </w:rPr>
                            </w:pPr>
                            <w:r w:rsidRPr="0013619E">
                              <w:rPr>
                                <w:sz w:val="48"/>
                              </w:rPr>
                              <w:t>Program</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9F26AE" id="Text Box 195" o:spid="_x0000_s1029" type="#_x0000_t202" style="position:absolute;margin-left:516.3pt;margin-top:331.5pt;width:108pt;height:100.95pt;z-index:251640320;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" stroked="f" strokeweight="0" insetpen="t">
                <v:shadow color="#ccc"/>
                <o:lock v:ext="edit" shapetype="t"/>
                <v:textbox inset="2.85pt,2.85pt,2.85pt,2.85pt">
                  <w:txbxContent>
                    <w:p w14:paraId="0B9FCE95" w14:textId="77777777" w:rsidR="0013619E" w:rsidRDefault="0044008F" w:rsidP="0013619E">
                      <w:pPr>
                        <w:pStyle w:val="Heading4"/>
                        <w:spacing w:before="0" w:after="0"/>
                        <w:rPr>
                          <w:sz w:val="48"/>
                        </w:rPr>
                      </w:pPr>
                      <w:r w:rsidRPr="0013619E">
                        <w:rPr>
                          <w:sz w:val="48"/>
                        </w:rPr>
                        <w:t xml:space="preserve">Ramp-Up Indiana </w:t>
                      </w:r>
                    </w:p>
                    <w:p w14:paraId="0CC4DBBC" w14:textId="77777777" w:rsidR="00446D6F" w:rsidRPr="0013619E" w:rsidRDefault="0044008F" w:rsidP="0013619E">
                      <w:pPr>
                        <w:pStyle w:val="Heading4"/>
                        <w:spacing w:before="0"/>
                        <w:rPr>
                          <w:sz w:val="40"/>
                        </w:rPr>
                      </w:pPr>
                      <w:r w:rsidRPr="0013619E">
                        <w:rPr>
                          <w:sz w:val="48"/>
                        </w:rPr>
                        <w:t>Program</w:t>
                      </w:r>
                    </w:p>
                  </w:txbxContent>
                </v:textbox>
                <w10:wrap anchorx="margin" anchory="page"/>
              </v:shape>
            </w:pict>
          </mc:Fallback>
        </mc:AlternateContent>
      </w:r>
      <w:r w:rsidR="00C21786">
        <w:rPr>
          <w:noProof/>
        </w:rPr>
        <mc:AlternateContent>
          <mc:Choice Requires="wps">
            <w:drawing>
              <wp:anchor distT="36576" distB="36576" distL="36576" distR="36576" simplePos="0" relativeHeight="251635200" behindDoc="0" locked="0" layoutInCell="1" allowOverlap="1" wp14:anchorId="57676CD0" wp14:editId="35C65BA1">
                <wp:simplePos x="0" y="0"/>
                <wp:positionH relativeFrom="page">
                  <wp:posOffset>600075</wp:posOffset>
                </wp:positionH>
                <wp:positionV relativeFrom="page">
                  <wp:posOffset>3352800</wp:posOffset>
                </wp:positionV>
                <wp:extent cx="2468245" cy="2009775"/>
                <wp:effectExtent l="0" t="0" r="8255" b="9525"/>
                <wp:wrapNone/>
                <wp:docPr id="61"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468245" cy="200977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4CC6A34E" w14:textId="77777777" w:rsidR="00446D6F" w:rsidRPr="005F3078" w:rsidRDefault="00C21786" w:rsidP="005F3078">
                            <w:r>
                              <w:t>The mission of Area IV Agency on Aging and Community Action Programs, Inc. is to foster a better quality of life for individuals, families, and communities.  Area IV Agency will make the best use of all financial and human resources, with compassion and respect for the dignity of each individual served</w:t>
                            </w:r>
                            <w:r w:rsidR="0013619E">
                              <w:t xml:space="preserve"> and with stewardship that reflects its commitment to accountability, integrity and quality services.</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676CD0" id="Text Box 187" o:spid="_x0000_s1030" type="#_x0000_t202" style="position:absolute;margin-left:47.25pt;margin-top:264pt;width:194.35pt;height:158.25pt;z-index:25163520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" stroked="f" strokeweight="0" insetpen="t">
                <v:shadow color="#ccc"/>
                <o:lock v:ext="edit" shapetype="t"/>
                <v:textbox inset="2.85pt,2.85pt,2.85pt,2.85pt">
                  <w:txbxContent>
                    <w:p w14:paraId="4CC6A34E" w14:textId="77777777" w:rsidR="00446D6F" w:rsidRPr="005F3078" w:rsidRDefault="00C21786" w:rsidP="005F3078">
                      <w:r>
                        <w:t>The mission of Area IV Agency on Aging and Community Action Programs, Inc. is to foster a better quality of life for individuals, families, and communities.  Area IV Agency will make the best use of all financial and human resources, with compassion and respect for the dignity of each individual served</w:t>
                      </w:r>
                      <w:r w:rsidR="0013619E">
                        <w:t xml:space="preserve"> and with stewardship that reflects its commitment to accountability, integrity and quality services.</w:t>
                      </w:r>
                    </w:p>
                  </w:txbxContent>
                </v:textbox>
                <w10:wrap anchorx="page" anchory="page"/>
              </v:shape>
            </w:pict>
          </mc:Fallback>
        </mc:AlternateContent>
      </w:r>
      <w:r w:rsidR="00C21786">
        <w:rPr>
          <w:noProof/>
        </w:rPr>
        <mc:AlternateContent>
          <mc:Choice Requires="wps">
            <w:drawing>
              <wp:anchor distT="36576" distB="36576" distL="36576" distR="36576" simplePos="0" relativeHeight="251636224" behindDoc="0" locked="0" layoutInCell="1" allowOverlap="1" wp14:anchorId="15B5F0D4" wp14:editId="7FE4B779">
                <wp:simplePos x="0" y="0"/>
                <wp:positionH relativeFrom="page">
                  <wp:posOffset>628650</wp:posOffset>
                </wp:positionH>
                <wp:positionV relativeFrom="page">
                  <wp:posOffset>2124075</wp:posOffset>
                </wp:positionV>
                <wp:extent cx="2103755" cy="1028700"/>
                <wp:effectExtent l="0" t="0" r="0" b="0"/>
                <wp:wrapNone/>
                <wp:docPr id="38"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03755" cy="10287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5618F05" w14:textId="77777777" w:rsidR="00446D6F" w:rsidRPr="00C21786" w:rsidRDefault="00C21786" w:rsidP="00446D6F">
                            <w:pPr>
                              <w:pStyle w:val="Heading3"/>
                              <w:rPr>
                                <w:color w:val="082A75" w:themeColor="text2"/>
                                <w:sz w:val="28"/>
                              </w:rPr>
                            </w:pPr>
                            <w:r>
                              <w:rPr>
                                <w:color w:val="082A75" w:themeColor="text2"/>
                                <w:sz w:val="28"/>
                              </w:rPr>
                              <w:t xml:space="preserve">Mission Statement of </w:t>
                            </w:r>
                            <w:r w:rsidRPr="00C21786">
                              <w:rPr>
                                <w:color w:val="082A75" w:themeColor="text2"/>
                                <w:sz w:val="28"/>
                              </w:rPr>
                              <w:t>Area IV Agency on Aging and Community Action Programs, Inc.</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5F0D4" id="Text Box 188" o:spid="_x0000_s1031" type="#_x0000_t202" style="position:absolute;margin-left:49.5pt;margin-top:167.25pt;width:165.65pt;height:81pt;z-index:25163622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" filled="f" stroked="f" strokeweight="0" insetpen="t">
                <o:lock v:ext="edit" shapetype="t"/>
                <v:textbox inset="2.85pt,2.85pt,2.85pt,2.85pt">
                  <w:txbxContent>
                    <w:p w14:paraId="25618F05" w14:textId="77777777" w:rsidR="00446D6F" w:rsidRPr="00C21786" w:rsidRDefault="00C21786" w:rsidP="00446D6F">
                      <w:pPr>
                        <w:pStyle w:val="Heading3"/>
                        <w:rPr>
                          <w:color w:val="082A75" w:themeColor="text2"/>
                          <w:sz w:val="28"/>
                        </w:rPr>
                      </w:pPr>
                      <w:r>
                        <w:rPr>
                          <w:color w:val="082A75" w:themeColor="text2"/>
                          <w:sz w:val="28"/>
                        </w:rPr>
                        <w:t xml:space="preserve">Mission Statement of </w:t>
                      </w:r>
                      <w:r w:rsidRPr="00C21786">
                        <w:rPr>
                          <w:color w:val="082A75" w:themeColor="text2"/>
                          <w:sz w:val="28"/>
                        </w:rPr>
                        <w:t>Area IV Agency on Aging and Community Action Programs, Inc.</w:t>
                      </w:r>
                    </w:p>
                  </w:txbxContent>
                </v:textbox>
                <w10:wrap anchorx="page" anchory="page"/>
              </v:shape>
            </w:pict>
          </mc:Fallback>
        </mc:AlternateContent>
      </w:r>
      <w:r w:rsidR="005F3078">
        <w:rPr>
          <w:noProof/>
        </w:rPr>
        <w:drawing>
          <wp:anchor distT="0" distB="0" distL="114300" distR="114300" simplePos="0" relativeHeight="251677184" behindDoc="1" locked="0" layoutInCell="1" allowOverlap="1" wp14:anchorId="045FA196" wp14:editId="63C69816">
            <wp:simplePos x="0" y="0"/>
            <wp:positionH relativeFrom="column">
              <wp:posOffset>6614160</wp:posOffset>
            </wp:positionH>
            <wp:positionV relativeFrom="paragraph">
              <wp:posOffset>-963930</wp:posOffset>
            </wp:positionV>
            <wp:extent cx="209550" cy="209550"/>
            <wp:effectExtent l="0" t="0" r="0" b="0"/>
            <wp:wrapNone/>
            <wp:docPr id="76" name="Graphic 76"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Download?provider=MicrosoftIcon&amp;fileName=Receiver.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09550" cy="209550"/>
                    </a:xfrm>
                    <a:prstGeom prst="rect">
                      <a:avLst/>
                    </a:prstGeom>
                  </pic:spPr>
                </pic:pic>
              </a:graphicData>
            </a:graphic>
            <wp14:sizeRelH relativeFrom="margin">
              <wp14:pctWidth>0</wp14:pctWidth>
            </wp14:sizeRelH>
            <wp14:sizeRelV relativeFrom="margin">
              <wp14:pctHeight>0</wp14:pctHeight>
            </wp14:sizeRelV>
          </wp:anchor>
        </w:drawing>
      </w:r>
      <w:r w:rsidR="00817A9B">
        <w:rPr>
          <w:noProof/>
        </w:rPr>
        <mc:AlternateContent>
          <mc:Choice Requires="wpg">
            <w:drawing>
              <wp:anchor distT="0" distB="0" distL="114300" distR="114300" simplePos="0" relativeHeight="251679232" behindDoc="1" locked="0" layoutInCell="1" allowOverlap="1" wp14:anchorId="54C55E5B" wp14:editId="32C1A526">
                <wp:simplePos x="0" y="0"/>
                <wp:positionH relativeFrom="column">
                  <wp:posOffset>52070</wp:posOffset>
                </wp:positionH>
                <wp:positionV relativeFrom="page">
                  <wp:posOffset>5491480</wp:posOffset>
                </wp:positionV>
                <wp:extent cx="1738263" cy="3232785"/>
                <wp:effectExtent l="0" t="0" r="0" b="5715"/>
                <wp:wrapNone/>
                <wp:docPr id="77" name="Group 77" descr="arc-graphics group"/>
                <wp:cNvGraphicFramePr/>
                <a:graphic xmlns:a="http://schemas.openxmlformats.org/drawingml/2006/main">
                  <a:graphicData uri="http://schemas.microsoft.com/office/word/2010/wordprocessingGroup">
                    <wpg:wgp>
                      <wpg:cNvGrpSpPr/>
                      <wpg:grpSpPr>
                        <a:xfrm rot="10800000">
                          <a:off x="0" y="0"/>
                          <a:ext cx="1738263" cy="3232785"/>
                          <a:chOff x="0" y="0"/>
                          <a:chExt cx="2581275" cy="4800600"/>
                        </a:xfrm>
                      </wpg:grpSpPr>
                      <wps:wsp>
                        <wps:cNvPr id="78" name="Circle: Hollow 78"/>
                        <wps:cNvSpPr/>
                        <wps:spPr>
                          <a:xfrm>
                            <a:off x="0" y="0"/>
                            <a:ext cx="2581275" cy="2581275"/>
                          </a:xfrm>
                          <a:prstGeom prst="donu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Circle: Hollow 79"/>
                        <wps:cNvSpPr/>
                        <wps:spPr>
                          <a:xfrm>
                            <a:off x="228600" y="2600325"/>
                            <a:ext cx="2124075" cy="2124075"/>
                          </a:xfrm>
                          <a:prstGeom prst="donut">
                            <a:avLst/>
                          </a:prstGeom>
                          <a:solidFill>
                            <a:schemeClr val="accent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Rectangle 80"/>
                        <wps:cNvSpPr/>
                        <wps:spPr>
                          <a:xfrm>
                            <a:off x="114300" y="3667125"/>
                            <a:ext cx="2314575" cy="11334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154EE26" id="Group 77" o:spid="_x0000_s1026" alt="arc-graphics group" style="position:absolute;margin-left:4.1pt;margin-top:432.4pt;width:136.85pt;height:254.55pt;rotation:180;z-index:-251637248;mso-position-vertical-relative:page;mso-width-relative:margin;mso-height-relative:margin" coordsize="25812,48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">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Circle: Hollow 78" o:spid="_x0000_s1027" type="#_x0000_t23" style="position:absolute;width:25812;height:258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" fillcolor="#66b2ca [3207]" stroked="f" strokeweight="1pt">
                  <v:stroke joinstyle="miter"/>
                </v:shape>
                <v:shape id="Circle: Hollow 79" o:spid="_x0000_s1028" type="#_x0000_t23" style="position:absolute;left:2286;top:26003;width:21240;height:21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" fillcolor="#d6e9f5 [661]" stroked="f" strokeweight="1pt">
                  <v:stroke joinstyle="miter"/>
                </v:shape>
                <v:rect id="Rectangle 80" o:spid="_x0000_s1029" style="position:absolute;left:1143;top:36671;width:23145;height:11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" fillcolor="white [3212]" strokecolor="white [3212]" strokeweight="1pt"/>
                <w10:wrap anchory="page"/>
              </v:group>
            </w:pict>
          </mc:Fallback>
        </mc:AlternateContent>
      </w:r>
      <w:r w:rsidR="00817A9B">
        <w:rPr>
          <w:noProof/>
        </w:rPr>
        <mc:AlternateContent>
          <mc:Choice Requires="wps">
            <w:drawing>
              <wp:anchor distT="36576" distB="36576" distL="36576" distR="36576" simplePos="0" relativeHeight="251634176" behindDoc="0" locked="0" layoutInCell="1" allowOverlap="1" wp14:anchorId="49E95F59" wp14:editId="18FBAA2F">
                <wp:simplePos x="0" y="0"/>
                <wp:positionH relativeFrom="page">
                  <wp:posOffset>7454265</wp:posOffset>
                </wp:positionH>
                <wp:positionV relativeFrom="page">
                  <wp:posOffset>6319520</wp:posOffset>
                </wp:positionV>
                <wp:extent cx="1777365" cy="228600"/>
                <wp:effectExtent l="1905" t="0" r="1905" b="1270"/>
                <wp:wrapNone/>
                <wp:docPr id="57"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777365" cy="22860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7FA09842" w14:textId="77777777" w:rsidR="00446D6F" w:rsidRPr="006C17AA" w:rsidRDefault="007B7BE8" w:rsidP="005F3078">
                            <w:pPr>
                              <w:pStyle w:val="Heading7"/>
                              <w:rPr>
                                <w:color w:val="024F75" w:themeColor="accent1"/>
                              </w:rPr>
                            </w:pPr>
                            <w:r w:rsidRPr="006C17AA">
                              <w:rPr>
                                <w:color w:val="024F75" w:themeColor="accent1"/>
                              </w:rPr>
                              <w:t xml:space="preserve">Tel: </w:t>
                            </w:r>
                            <w:r w:rsidR="0044008F" w:rsidRPr="006C17AA">
                              <w:rPr>
                                <w:color w:val="024F75" w:themeColor="accent1"/>
                              </w:rPr>
                              <w:t>800</w:t>
                            </w:r>
                            <w:r w:rsidRPr="006C17AA">
                              <w:rPr>
                                <w:color w:val="024F75" w:themeColor="accent1"/>
                              </w:rPr>
                              <w:t xml:space="preserve"> </w:t>
                            </w:r>
                            <w:r w:rsidR="0044008F" w:rsidRPr="006C17AA">
                              <w:rPr>
                                <w:color w:val="024F75" w:themeColor="accent1"/>
                              </w:rPr>
                              <w:t>382</w:t>
                            </w:r>
                            <w:r w:rsidRPr="006C17AA">
                              <w:rPr>
                                <w:color w:val="024F75" w:themeColor="accent1"/>
                              </w:rPr>
                              <w:t xml:space="preserve"> </w:t>
                            </w:r>
                            <w:r w:rsidR="0044008F" w:rsidRPr="006C17AA">
                              <w:rPr>
                                <w:color w:val="024F75" w:themeColor="accent1"/>
                              </w:rPr>
                              <w:t>7556</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E95F59" id="Text Box 186" o:spid="_x0000_s1032" type="#_x0000_t202" style="position:absolute;margin-left:586.95pt;margin-top:497.6pt;width:139.95pt;height:18pt;z-index:25163417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" stroked="f" strokeweight="0" insetpen="t">
                <v:shadow color="#ccc"/>
                <o:lock v:ext="edit" shapetype="t"/>
                <v:textbox inset="2.85pt,2.85pt,2.85pt,2.85pt">
                  <w:txbxContent>
                    <w:p w14:paraId="7FA09842" w14:textId="77777777" w:rsidR="00446D6F" w:rsidRPr="006C17AA" w:rsidRDefault="007B7BE8" w:rsidP="005F3078">
                      <w:pPr>
                        <w:pStyle w:val="Heading7"/>
                        <w:rPr>
                          <w:color w:val="024F75" w:themeColor="accent1"/>
                        </w:rPr>
                      </w:pPr>
                      <w:r w:rsidRPr="006C17AA">
                        <w:rPr>
                          <w:color w:val="024F75" w:themeColor="accent1"/>
                        </w:rPr>
                        <w:t xml:space="preserve">Tel: </w:t>
                      </w:r>
                      <w:r w:rsidR="0044008F" w:rsidRPr="006C17AA">
                        <w:rPr>
                          <w:color w:val="024F75" w:themeColor="accent1"/>
                        </w:rPr>
                        <w:t>800</w:t>
                      </w:r>
                      <w:r w:rsidRPr="006C17AA">
                        <w:rPr>
                          <w:color w:val="024F75" w:themeColor="accent1"/>
                        </w:rPr>
                        <w:t xml:space="preserve"> </w:t>
                      </w:r>
                      <w:r w:rsidR="0044008F" w:rsidRPr="006C17AA">
                        <w:rPr>
                          <w:color w:val="024F75" w:themeColor="accent1"/>
                        </w:rPr>
                        <w:t>382</w:t>
                      </w:r>
                      <w:r w:rsidRPr="006C17AA">
                        <w:rPr>
                          <w:color w:val="024F75" w:themeColor="accent1"/>
                        </w:rPr>
                        <w:t xml:space="preserve"> </w:t>
                      </w:r>
                      <w:r w:rsidR="0044008F" w:rsidRPr="006C17AA">
                        <w:rPr>
                          <w:color w:val="024F75" w:themeColor="accent1"/>
                        </w:rPr>
                        <w:t>7556</w:t>
                      </w:r>
                    </w:p>
                  </w:txbxContent>
                </v:textbox>
                <w10:wrap anchorx="page" anchory="page"/>
              </v:shape>
            </w:pict>
          </mc:Fallback>
        </mc:AlternateContent>
      </w:r>
      <w:r w:rsidR="00817A9B">
        <w:rPr>
          <w:noProof/>
        </w:rPr>
        <mc:AlternateContent>
          <mc:Choice Requires="wps">
            <w:drawing>
              <wp:anchor distT="36576" distB="36576" distL="36576" distR="36576" simplePos="0" relativeHeight="251676160" behindDoc="0" locked="0" layoutInCell="1" allowOverlap="1" wp14:anchorId="09BC802E" wp14:editId="1F8E138B">
                <wp:simplePos x="0" y="0"/>
                <wp:positionH relativeFrom="page">
                  <wp:posOffset>7105650</wp:posOffset>
                </wp:positionH>
                <wp:positionV relativeFrom="page">
                  <wp:posOffset>2752725</wp:posOffset>
                </wp:positionV>
                <wp:extent cx="2752725" cy="1171575"/>
                <wp:effectExtent l="0" t="0" r="9525" b="9525"/>
                <wp:wrapNone/>
                <wp:docPr id="75"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752725" cy="117157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063E1A71" w14:textId="77777777" w:rsidR="00817A9B" w:rsidRPr="002419AC" w:rsidRDefault="0044008F" w:rsidP="005F3078">
                            <w:pPr>
                              <w:pStyle w:val="Title"/>
                              <w:rPr>
                                <w:color w:val="082A75" w:themeColor="text2"/>
                              </w:rPr>
                            </w:pPr>
                            <w:r>
                              <w:rPr>
                                <w:color w:val="082A75" w:themeColor="text2"/>
                                <w:sz w:val="44"/>
                              </w:rPr>
                              <w:t>Area IV Agency on Aging and Community Action Programs, Inc.</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BC802E" id="_x0000_s1033" type="#_x0000_t202" style="position:absolute;margin-left:559.5pt;margin-top:216.75pt;width:216.75pt;height:92.25pt;z-index:25167616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" stroked="f" strokeweight="0" insetpen="t">
                <v:shadow color="#ccc"/>
                <o:lock v:ext="edit" shapetype="t"/>
                <v:textbox inset="2.85pt,2.85pt,2.85pt,2.85pt">
                  <w:txbxContent>
                    <w:p w14:paraId="063E1A71" w14:textId="77777777" w:rsidR="00817A9B" w:rsidRPr="002419AC" w:rsidRDefault="0044008F" w:rsidP="005F3078">
                      <w:pPr>
                        <w:pStyle w:val="Title"/>
                        <w:rPr>
                          <w:color w:val="082A75" w:themeColor="text2"/>
                        </w:rPr>
                      </w:pPr>
                      <w:r>
                        <w:rPr>
                          <w:color w:val="082A75" w:themeColor="text2"/>
                          <w:sz w:val="44"/>
                        </w:rPr>
                        <w:t>Area IV Agency on Aging and Community Action Programs, Inc.</w:t>
                      </w:r>
                    </w:p>
                  </w:txbxContent>
                </v:textbox>
                <w10:wrap anchorx="page" anchory="page"/>
              </v:shape>
            </w:pict>
          </mc:Fallback>
        </mc:AlternateContent>
      </w:r>
      <w:r w:rsidR="00817A9B">
        <w:rPr>
          <w:noProof/>
        </w:rPr>
        <mc:AlternateContent>
          <mc:Choice Requires="wpg">
            <w:drawing>
              <wp:anchor distT="0" distB="0" distL="114300" distR="114300" simplePos="0" relativeHeight="251674112" behindDoc="1" locked="0" layoutInCell="1" allowOverlap="1" wp14:anchorId="28908321" wp14:editId="4B035557">
                <wp:simplePos x="0" y="0"/>
                <wp:positionH relativeFrom="column">
                  <wp:posOffset>6385560</wp:posOffset>
                </wp:positionH>
                <wp:positionV relativeFrom="page">
                  <wp:posOffset>-1296035</wp:posOffset>
                </wp:positionV>
                <wp:extent cx="2581275" cy="4800600"/>
                <wp:effectExtent l="0" t="0" r="9525" b="19050"/>
                <wp:wrapNone/>
                <wp:docPr id="74" name="Group 74" descr="arc-graphics-group"/>
                <wp:cNvGraphicFramePr/>
                <a:graphic xmlns:a="http://schemas.openxmlformats.org/drawingml/2006/main">
                  <a:graphicData uri="http://schemas.microsoft.com/office/word/2010/wordprocessingGroup">
                    <wpg:wgp>
                      <wpg:cNvGrpSpPr/>
                      <wpg:grpSpPr>
                        <a:xfrm>
                          <a:off x="0" y="0"/>
                          <a:ext cx="2581275" cy="4800600"/>
                          <a:chOff x="0" y="0"/>
                          <a:chExt cx="2581275" cy="4800600"/>
                        </a:xfrm>
                      </wpg:grpSpPr>
                      <wps:wsp>
                        <wps:cNvPr id="70" name="Circle: Hollow 70"/>
                        <wps:cNvSpPr/>
                        <wps:spPr>
                          <a:xfrm>
                            <a:off x="0" y="0"/>
                            <a:ext cx="2581275" cy="2581275"/>
                          </a:xfrm>
                          <a:prstGeom prst="donu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 name="Circle: Hollow 71"/>
                        <wps:cNvSpPr/>
                        <wps:spPr>
                          <a:xfrm>
                            <a:off x="228600" y="2600325"/>
                            <a:ext cx="2124075" cy="2124075"/>
                          </a:xfrm>
                          <a:prstGeom prst="donu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Rectangle 73"/>
                        <wps:cNvSpPr/>
                        <wps:spPr>
                          <a:xfrm>
                            <a:off x="114300" y="3667125"/>
                            <a:ext cx="2314575" cy="11334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DEECEB1" id="Group 74" o:spid="_x0000_s1026" alt="arc-graphics-group" style="position:absolute;margin-left:502.8pt;margin-top:-102.05pt;width:203.25pt;height:378pt;z-index:-251642368;mso-position-vertical-relative:page" coordsize="25812,48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">
                <v:shape id="Circle: Hollow 70" o:spid="_x0000_s1027" type="#_x0000_t23" style="position:absolute;width:25812;height:258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" fillcolor="#082a75 [3215]" stroked="f" strokeweight="1pt">
                  <v:stroke joinstyle="miter"/>
                </v:shape>
                <v:shape id="Circle: Hollow 71" o:spid="_x0000_s1028" type="#_x0000_t23" style="position:absolute;left:2286;top:26003;width:21240;height:21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" fillcolor="#66b2ca [3207]" stroked="f" strokeweight="1pt">
                  <v:stroke joinstyle="miter"/>
                </v:shape>
                <v:rect id="Rectangle 73" o:spid="_x0000_s1029" style="position:absolute;left:1143;top:36671;width:23145;height:11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" fillcolor="white [3212]" strokecolor="white [3212]" strokeweight="1pt"/>
                <w10:wrap anchory="page"/>
              </v:group>
            </w:pict>
          </mc:Fallback>
        </mc:AlternateContent>
      </w:r>
      <w:r w:rsidR="00446D6F">
        <w:br w:type="page"/>
      </w:r>
      <w:r w:rsidR="00C3642B" w:rsidRPr="00926E77">
        <w:rPr>
          <w:noProof/>
        </w:rPr>
        <w:lastRenderedPageBreak/>
        <mc:AlternateContent>
          <mc:Choice Requires="wps">
            <w:drawing>
              <wp:anchor distT="36576" distB="36576" distL="36576" distR="36576" simplePos="0" relativeHeight="251700736" behindDoc="0" locked="0" layoutInCell="1" allowOverlap="1" wp14:anchorId="59EDC7F7" wp14:editId="121D3503">
                <wp:simplePos x="0" y="0"/>
                <wp:positionH relativeFrom="margin">
                  <wp:align>right</wp:align>
                </wp:positionH>
                <wp:positionV relativeFrom="page">
                  <wp:posOffset>4933950</wp:posOffset>
                </wp:positionV>
                <wp:extent cx="2419350" cy="1657350"/>
                <wp:effectExtent l="0" t="0" r="0" b="0"/>
                <wp:wrapNone/>
                <wp:docPr id="1"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419350" cy="16573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3D38EF7" w14:textId="77777777" w:rsidR="00FD4F9D" w:rsidRPr="0000229C" w:rsidRDefault="00FD4F9D" w:rsidP="00FD4F9D">
                            <w:pPr>
                              <w:pStyle w:val="Heading4"/>
                            </w:pPr>
                            <w:r w:rsidRPr="0013619E">
                              <w:rPr>
                                <w:color w:val="024F75" w:themeColor="accent1"/>
                              </w:rPr>
                              <w:t>INELIGIBLE APPLICANTS</w:t>
                            </w:r>
                          </w:p>
                          <w:p w14:paraId="66204B55" w14:textId="77777777" w:rsidR="00FD4F9D" w:rsidRDefault="00FD4F9D" w:rsidP="00FD4F9D">
                            <w:r>
                              <w:t>• Homeowners above 80% of the area median income</w:t>
                            </w:r>
                          </w:p>
                          <w:p w14:paraId="7FF6DF28" w14:textId="77777777" w:rsidR="00C40144" w:rsidRDefault="00FD4F9D" w:rsidP="00FD4F9D">
                            <w:r>
                              <w:t>• Rental properties</w:t>
                            </w:r>
                          </w:p>
                          <w:p w14:paraId="3CDBF539" w14:textId="77777777" w:rsidR="00C21786" w:rsidRPr="004175CD" w:rsidRDefault="00C21786" w:rsidP="00FD4F9D"/>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EDC7F7" id="Text Box 227" o:spid="_x0000_s1034" type="#_x0000_t202" style="position:absolute;margin-left:139.3pt;margin-top:388.5pt;width:190.5pt;height:130.5pt;z-index:251700736;visibility:visible;mso-wrap-style:square;mso-width-percent:0;mso-height-percent:0;mso-wrap-distance-left:2.88pt;mso-wrap-distance-top:2.88pt;mso-wrap-distance-right:2.88pt;mso-wrap-distance-bottom:2.88pt;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" filled="f" stroked="f" strokeweight="0" insetpen="t">
                <o:lock v:ext="edit" shapetype="t"/>
                <v:textbox inset="2.85pt,2.85pt,2.85pt,2.85pt">
                  <w:txbxContent>
                    <w:p w14:paraId="03D38EF7" w14:textId="77777777" w:rsidR="00FD4F9D" w:rsidRPr="0000229C" w:rsidRDefault="00FD4F9D" w:rsidP="00FD4F9D">
                      <w:pPr>
                        <w:pStyle w:val="Heading4"/>
                      </w:pPr>
                      <w:r w:rsidRPr="0013619E">
                        <w:rPr>
                          <w:color w:val="024F75" w:themeColor="accent1"/>
                        </w:rPr>
                        <w:t>INELIGIBLE APPLICANTS</w:t>
                      </w:r>
                    </w:p>
                    <w:p w14:paraId="66204B55" w14:textId="77777777" w:rsidR="00FD4F9D" w:rsidRDefault="00FD4F9D" w:rsidP="00FD4F9D">
                      <w:r>
                        <w:t>• Homeowners above 80% of the area median income</w:t>
                      </w:r>
                    </w:p>
                    <w:p w14:paraId="7FF6DF28" w14:textId="77777777" w:rsidR="00C40144" w:rsidRDefault="00FD4F9D" w:rsidP="00FD4F9D">
                      <w:r>
                        <w:t>• Rental properties</w:t>
                      </w:r>
                    </w:p>
                    <w:p w14:paraId="3CDBF539" w14:textId="77777777" w:rsidR="00C21786" w:rsidRPr="004175CD" w:rsidRDefault="00C21786" w:rsidP="00FD4F9D"/>
                  </w:txbxContent>
                </v:textbox>
                <w10:wrap anchorx="margin" anchory="page"/>
              </v:shape>
            </w:pict>
          </mc:Fallback>
        </mc:AlternateContent>
      </w:r>
      <w:r w:rsidR="009903BD" w:rsidRPr="00926E77">
        <w:rPr>
          <w:noProof/>
        </w:rPr>
        <mc:AlternateContent>
          <mc:Choice Requires="wps">
            <w:drawing>
              <wp:anchor distT="36576" distB="36576" distL="36576" distR="36576" simplePos="0" relativeHeight="251693568" behindDoc="0" locked="0" layoutInCell="1" allowOverlap="1" wp14:anchorId="0587653F" wp14:editId="3643DB5C">
                <wp:simplePos x="0" y="0"/>
                <wp:positionH relativeFrom="margin">
                  <wp:align>right</wp:align>
                </wp:positionH>
                <wp:positionV relativeFrom="page">
                  <wp:posOffset>781050</wp:posOffset>
                </wp:positionV>
                <wp:extent cx="2419350" cy="4248150"/>
                <wp:effectExtent l="0" t="0" r="0" b="0"/>
                <wp:wrapNone/>
                <wp:docPr id="23"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419350" cy="42481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linkedTxbx id="12" seq="1"/>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87653F" id="_x0000_s1035" type="#_x0000_t202" style="position:absolute;margin-left:139.3pt;margin-top:61.5pt;width:190.5pt;height:334.5pt;z-index:251693568;visibility:visible;mso-wrap-style:square;mso-width-percent:0;mso-height-percent:0;mso-wrap-distance-left:2.88pt;mso-wrap-distance-top:2.88pt;mso-wrap-distance-right:2.88pt;mso-wrap-distance-bottom:2.88pt;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" filled="f" stroked="f" strokeweight="0" insetpen="t">
                <o:lock v:ext="edit" shapetype="t"/>
                <v:textbox inset="2.85pt,2.85pt,2.85pt,2.85pt">
                  <w:txbxContent/>
                </v:textbox>
                <w10:wrap anchorx="margin" anchory="page"/>
              </v:shape>
            </w:pict>
          </mc:Fallback>
        </mc:AlternateContent>
      </w:r>
      <w:r w:rsidR="00E2303B" w:rsidRPr="00926E77">
        <w:rPr>
          <w:noProof/>
        </w:rPr>
        <mc:AlternateContent>
          <mc:Choice Requires="wps">
            <w:drawing>
              <wp:anchor distT="36576" distB="36576" distL="36576" distR="36576" simplePos="0" relativeHeight="251696640" behindDoc="0" locked="0" layoutInCell="1" allowOverlap="1" wp14:anchorId="6443181C" wp14:editId="7D00D325">
                <wp:simplePos x="0" y="0"/>
                <wp:positionH relativeFrom="margin">
                  <wp:align>left</wp:align>
                </wp:positionH>
                <wp:positionV relativeFrom="page">
                  <wp:posOffset>6010275</wp:posOffset>
                </wp:positionV>
                <wp:extent cx="1931670" cy="1014730"/>
                <wp:effectExtent l="0" t="0" r="0" b="8890"/>
                <wp:wrapNone/>
                <wp:docPr id="26" name="Text Box 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931670" cy="10147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32EA1BF" w14:textId="77777777" w:rsidR="00926E77" w:rsidRPr="006C17AA" w:rsidRDefault="0013619E" w:rsidP="00926E77">
                            <w:pPr>
                              <w:pStyle w:val="Heading7"/>
                              <w:rPr>
                                <w:color w:val="024F75" w:themeColor="accent1"/>
                              </w:rPr>
                            </w:pPr>
                            <w:r w:rsidRPr="006C17AA">
                              <w:rPr>
                                <w:color w:val="024F75" w:themeColor="accent1"/>
                              </w:rPr>
                              <w:t>660 N 36</w:t>
                            </w:r>
                            <w:r w:rsidRPr="006C17AA">
                              <w:rPr>
                                <w:color w:val="024F75" w:themeColor="accent1"/>
                                <w:vertAlign w:val="superscript"/>
                              </w:rPr>
                              <w:t>th</w:t>
                            </w:r>
                            <w:r w:rsidRPr="006C17AA">
                              <w:rPr>
                                <w:color w:val="024F75" w:themeColor="accent1"/>
                              </w:rPr>
                              <w:t xml:space="preserve"> Street</w:t>
                            </w:r>
                          </w:p>
                          <w:p w14:paraId="7EFFD268" w14:textId="77777777" w:rsidR="00926E77" w:rsidRPr="006C17AA" w:rsidRDefault="0013619E" w:rsidP="00926E77">
                            <w:pPr>
                              <w:pStyle w:val="Heading7"/>
                              <w:rPr>
                                <w:color w:val="024F75" w:themeColor="accent1"/>
                              </w:rPr>
                            </w:pPr>
                            <w:r w:rsidRPr="006C17AA">
                              <w:rPr>
                                <w:color w:val="024F75" w:themeColor="accent1"/>
                              </w:rPr>
                              <w:t>P.O. Box 4727</w:t>
                            </w:r>
                          </w:p>
                          <w:p w14:paraId="3737DE90" w14:textId="77777777" w:rsidR="00926E77" w:rsidRPr="006C17AA" w:rsidRDefault="0013619E" w:rsidP="00926E77">
                            <w:pPr>
                              <w:pStyle w:val="Heading7"/>
                              <w:rPr>
                                <w:color w:val="024F75" w:themeColor="accent1"/>
                              </w:rPr>
                            </w:pPr>
                            <w:r w:rsidRPr="006C17AA">
                              <w:rPr>
                                <w:color w:val="024F75" w:themeColor="accent1"/>
                              </w:rPr>
                              <w:t>Lafayette</w:t>
                            </w:r>
                            <w:r w:rsidR="00926E77" w:rsidRPr="006C17AA">
                              <w:rPr>
                                <w:color w:val="024F75" w:themeColor="accent1"/>
                              </w:rPr>
                              <w:t xml:space="preserve">, </w:t>
                            </w:r>
                            <w:r w:rsidRPr="006C17AA">
                              <w:rPr>
                                <w:color w:val="024F75" w:themeColor="accent1"/>
                              </w:rPr>
                              <w:t>IN</w:t>
                            </w:r>
                            <w:r w:rsidR="00926E77" w:rsidRPr="006C17AA">
                              <w:rPr>
                                <w:color w:val="024F75" w:themeColor="accent1"/>
                              </w:rPr>
                              <w:t xml:space="preserve"> </w:t>
                            </w:r>
                            <w:r w:rsidRPr="006C17AA">
                              <w:rPr>
                                <w:color w:val="024F75" w:themeColor="accent1"/>
                              </w:rPr>
                              <w:t>47905</w:t>
                            </w:r>
                          </w:p>
                          <w:p w14:paraId="7561FAAC" w14:textId="77777777" w:rsidR="00926E77" w:rsidRPr="006C17AA" w:rsidRDefault="00926E77" w:rsidP="00926E77">
                            <w:pPr>
                              <w:pStyle w:val="Heading7"/>
                              <w:rPr>
                                <w:color w:val="024F75" w:themeColor="accent1"/>
                              </w:rPr>
                            </w:pPr>
                            <w:r w:rsidRPr="006C17AA">
                              <w:rPr>
                                <w:color w:val="024F75" w:themeColor="accent1"/>
                              </w:rPr>
                              <w:t xml:space="preserve">Phone: </w:t>
                            </w:r>
                            <w:r w:rsidR="0013619E" w:rsidRPr="006C17AA">
                              <w:rPr>
                                <w:color w:val="024F75" w:themeColor="accent1"/>
                              </w:rPr>
                              <w:t>800</w:t>
                            </w:r>
                            <w:r w:rsidRPr="006C17AA">
                              <w:rPr>
                                <w:color w:val="024F75" w:themeColor="accent1"/>
                              </w:rPr>
                              <w:t>.</w:t>
                            </w:r>
                            <w:r w:rsidR="0013619E" w:rsidRPr="006C17AA">
                              <w:rPr>
                                <w:color w:val="024F75" w:themeColor="accent1"/>
                              </w:rPr>
                              <w:t>382</w:t>
                            </w:r>
                            <w:r w:rsidRPr="006C17AA">
                              <w:rPr>
                                <w:color w:val="024F75" w:themeColor="accent1"/>
                              </w:rPr>
                              <w:t>.</w:t>
                            </w:r>
                            <w:r w:rsidR="0013619E" w:rsidRPr="006C17AA">
                              <w:rPr>
                                <w:color w:val="024F75" w:themeColor="accent1"/>
                              </w:rPr>
                              <w:t>7556</w:t>
                            </w:r>
                          </w:p>
                          <w:p w14:paraId="4ADA99CF" w14:textId="77777777" w:rsidR="00926E77" w:rsidRPr="006C17AA" w:rsidRDefault="00514BF9" w:rsidP="00926E77">
                            <w:pPr>
                              <w:pStyle w:val="Heading7"/>
                              <w:rPr>
                                <w:color w:val="024F75" w:themeColor="accent1"/>
                              </w:rPr>
                            </w:pPr>
                            <w:hyperlink r:id="rId17" w:history="1">
                              <w:r w:rsidR="0013619E" w:rsidRPr="006C17AA">
                                <w:rPr>
                                  <w:rStyle w:val="Hyperlink"/>
                                  <w:color w:val="024F75" w:themeColor="accent1"/>
                                </w:rPr>
                                <w:t>info@areaivagency.org</w:t>
                              </w:r>
                            </w:hyperlink>
                            <w:r w:rsidR="0013619E" w:rsidRPr="006C17AA">
                              <w:rPr>
                                <w:color w:val="024F75" w:themeColor="accent1"/>
                              </w:rPr>
                              <w:t xml:space="preserve"> </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443181C" id="Text Box 243" o:spid="_x0000_s1036" type="#_x0000_t202" style="position:absolute;margin-left:0;margin-top:473.25pt;width:152.1pt;height:79.9pt;z-index:251696640;visibility:visible;mso-wrap-style:square;mso-width-percent:0;mso-height-percent:0;mso-wrap-distance-left:2.88pt;mso-wrap-distance-top:2.88pt;mso-wrap-distance-right:2.88pt;mso-wrap-distance-bottom:2.88pt;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" filled="f" stroked="f" strokeweight="0" insetpen="t">
                <o:lock v:ext="edit" shapetype="t"/>
                <v:textbox style="mso-fit-shape-to-text:t" inset="2.85pt,2.85pt,2.85pt,2.85pt">
                  <w:txbxContent>
                    <w:p w14:paraId="132EA1BF" w14:textId="77777777" w:rsidR="00926E77" w:rsidRPr="006C17AA" w:rsidRDefault="0013619E" w:rsidP="00926E77">
                      <w:pPr>
                        <w:pStyle w:val="Heading7"/>
                        <w:rPr>
                          <w:color w:val="024F75" w:themeColor="accent1"/>
                        </w:rPr>
                      </w:pPr>
                      <w:r w:rsidRPr="006C17AA">
                        <w:rPr>
                          <w:color w:val="024F75" w:themeColor="accent1"/>
                        </w:rPr>
                        <w:t>660 N 36</w:t>
                      </w:r>
                      <w:r w:rsidRPr="006C17AA">
                        <w:rPr>
                          <w:color w:val="024F75" w:themeColor="accent1"/>
                          <w:vertAlign w:val="superscript"/>
                        </w:rPr>
                        <w:t>th</w:t>
                      </w:r>
                      <w:r w:rsidRPr="006C17AA">
                        <w:rPr>
                          <w:color w:val="024F75" w:themeColor="accent1"/>
                        </w:rPr>
                        <w:t xml:space="preserve"> Street</w:t>
                      </w:r>
                    </w:p>
                    <w:p w14:paraId="7EFFD268" w14:textId="77777777" w:rsidR="00926E77" w:rsidRPr="006C17AA" w:rsidRDefault="0013619E" w:rsidP="00926E77">
                      <w:pPr>
                        <w:pStyle w:val="Heading7"/>
                        <w:rPr>
                          <w:color w:val="024F75" w:themeColor="accent1"/>
                        </w:rPr>
                      </w:pPr>
                      <w:r w:rsidRPr="006C17AA">
                        <w:rPr>
                          <w:color w:val="024F75" w:themeColor="accent1"/>
                        </w:rPr>
                        <w:t>P.O. Box 4727</w:t>
                      </w:r>
                    </w:p>
                    <w:p w14:paraId="3737DE90" w14:textId="77777777" w:rsidR="00926E77" w:rsidRPr="006C17AA" w:rsidRDefault="0013619E" w:rsidP="00926E77">
                      <w:pPr>
                        <w:pStyle w:val="Heading7"/>
                        <w:rPr>
                          <w:color w:val="024F75" w:themeColor="accent1"/>
                        </w:rPr>
                      </w:pPr>
                      <w:r w:rsidRPr="006C17AA">
                        <w:rPr>
                          <w:color w:val="024F75" w:themeColor="accent1"/>
                        </w:rPr>
                        <w:t>Lafayette</w:t>
                      </w:r>
                      <w:r w:rsidR="00926E77" w:rsidRPr="006C17AA">
                        <w:rPr>
                          <w:color w:val="024F75" w:themeColor="accent1"/>
                        </w:rPr>
                        <w:t xml:space="preserve">, </w:t>
                      </w:r>
                      <w:r w:rsidRPr="006C17AA">
                        <w:rPr>
                          <w:color w:val="024F75" w:themeColor="accent1"/>
                        </w:rPr>
                        <w:t>IN</w:t>
                      </w:r>
                      <w:r w:rsidR="00926E77" w:rsidRPr="006C17AA">
                        <w:rPr>
                          <w:color w:val="024F75" w:themeColor="accent1"/>
                        </w:rPr>
                        <w:t xml:space="preserve"> </w:t>
                      </w:r>
                      <w:r w:rsidRPr="006C17AA">
                        <w:rPr>
                          <w:color w:val="024F75" w:themeColor="accent1"/>
                        </w:rPr>
                        <w:t>47905</w:t>
                      </w:r>
                    </w:p>
                    <w:p w14:paraId="7561FAAC" w14:textId="77777777" w:rsidR="00926E77" w:rsidRPr="006C17AA" w:rsidRDefault="00926E77" w:rsidP="00926E77">
                      <w:pPr>
                        <w:pStyle w:val="Heading7"/>
                        <w:rPr>
                          <w:color w:val="024F75" w:themeColor="accent1"/>
                        </w:rPr>
                      </w:pPr>
                      <w:r w:rsidRPr="006C17AA">
                        <w:rPr>
                          <w:color w:val="024F75" w:themeColor="accent1"/>
                        </w:rPr>
                        <w:t xml:space="preserve">Phone: </w:t>
                      </w:r>
                      <w:r w:rsidR="0013619E" w:rsidRPr="006C17AA">
                        <w:rPr>
                          <w:color w:val="024F75" w:themeColor="accent1"/>
                        </w:rPr>
                        <w:t>800</w:t>
                      </w:r>
                      <w:r w:rsidRPr="006C17AA">
                        <w:rPr>
                          <w:color w:val="024F75" w:themeColor="accent1"/>
                        </w:rPr>
                        <w:t>.</w:t>
                      </w:r>
                      <w:r w:rsidR="0013619E" w:rsidRPr="006C17AA">
                        <w:rPr>
                          <w:color w:val="024F75" w:themeColor="accent1"/>
                        </w:rPr>
                        <w:t>382</w:t>
                      </w:r>
                      <w:r w:rsidRPr="006C17AA">
                        <w:rPr>
                          <w:color w:val="024F75" w:themeColor="accent1"/>
                        </w:rPr>
                        <w:t>.</w:t>
                      </w:r>
                      <w:r w:rsidR="0013619E" w:rsidRPr="006C17AA">
                        <w:rPr>
                          <w:color w:val="024F75" w:themeColor="accent1"/>
                        </w:rPr>
                        <w:t>7556</w:t>
                      </w:r>
                    </w:p>
                    <w:p w14:paraId="4ADA99CF" w14:textId="77777777" w:rsidR="00926E77" w:rsidRPr="006C17AA" w:rsidRDefault="00514BF9" w:rsidP="00926E77">
                      <w:pPr>
                        <w:pStyle w:val="Heading7"/>
                        <w:rPr>
                          <w:color w:val="024F75" w:themeColor="accent1"/>
                        </w:rPr>
                      </w:pPr>
                      <w:hyperlink r:id="rId18" w:history="1">
                        <w:r w:rsidR="0013619E" w:rsidRPr="006C17AA">
                          <w:rPr>
                            <w:rStyle w:val="Hyperlink"/>
                            <w:color w:val="024F75" w:themeColor="accent1"/>
                          </w:rPr>
                          <w:t>info@areaivagency.org</w:t>
                        </w:r>
                      </w:hyperlink>
                      <w:r w:rsidR="0013619E" w:rsidRPr="006C17AA">
                        <w:rPr>
                          <w:color w:val="024F75" w:themeColor="accent1"/>
                        </w:rPr>
                        <w:t xml:space="preserve"> </w:t>
                      </w:r>
                    </w:p>
                  </w:txbxContent>
                </v:textbox>
                <w10:wrap anchorx="margin" anchory="page"/>
              </v:shape>
            </w:pict>
          </mc:Fallback>
        </mc:AlternateContent>
      </w:r>
      <w:r w:rsidR="0013619E" w:rsidRPr="00926E77">
        <w:rPr>
          <w:noProof/>
        </w:rPr>
        <mc:AlternateContent>
          <mc:Choice Requires="wps">
            <w:drawing>
              <wp:anchor distT="36576" distB="36576" distL="36576" distR="36576" simplePos="0" relativeHeight="251695616" behindDoc="0" locked="0" layoutInCell="1" allowOverlap="1" wp14:anchorId="23B11EA4" wp14:editId="5CF13824">
                <wp:simplePos x="0" y="0"/>
                <wp:positionH relativeFrom="page">
                  <wp:posOffset>581025</wp:posOffset>
                </wp:positionH>
                <wp:positionV relativeFrom="page">
                  <wp:posOffset>514350</wp:posOffset>
                </wp:positionV>
                <wp:extent cx="1695450" cy="742950"/>
                <wp:effectExtent l="0" t="0" r="0" b="0"/>
                <wp:wrapNone/>
                <wp:docPr id="25"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695450" cy="7429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FA65329" w14:textId="77777777" w:rsidR="00926E77" w:rsidRPr="0013619E" w:rsidRDefault="0013619E" w:rsidP="00926E77">
                            <w:pPr>
                              <w:pStyle w:val="Heading3"/>
                              <w:rPr>
                                <w:color w:val="082A75" w:themeColor="text2"/>
                                <w:sz w:val="36"/>
                              </w:rPr>
                            </w:pPr>
                            <w:r>
                              <w:rPr>
                                <w:sz w:val="36"/>
                              </w:rPr>
                              <w:t>BACKGROUND</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11EA4" id="Text Box 234" o:spid="_x0000_s1037" type="#_x0000_t202" style="position:absolute;margin-left:45.75pt;margin-top:40.5pt;width:133.5pt;height:58.5pt;z-index:25169561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" filled="f" stroked="f" strokeweight="0" insetpen="t">
                <o:lock v:ext="edit" shapetype="t"/>
                <v:textbox inset="2.85pt,2.85pt,2.85pt,2.85pt">
                  <w:txbxContent>
                    <w:p w14:paraId="4FA65329" w14:textId="77777777" w:rsidR="00926E77" w:rsidRPr="0013619E" w:rsidRDefault="0013619E" w:rsidP="00926E77">
                      <w:pPr>
                        <w:pStyle w:val="Heading3"/>
                        <w:rPr>
                          <w:color w:val="082A75" w:themeColor="text2"/>
                          <w:sz w:val="36"/>
                        </w:rPr>
                      </w:pPr>
                      <w:r>
                        <w:rPr>
                          <w:sz w:val="36"/>
                        </w:rPr>
                        <w:t>BACKGROUND</w:t>
                      </w:r>
                    </w:p>
                  </w:txbxContent>
                </v:textbox>
                <w10:wrap anchorx="page" anchory="page"/>
              </v:shape>
            </w:pict>
          </mc:Fallback>
        </mc:AlternateContent>
      </w:r>
      <w:r w:rsidR="00564BA3" w:rsidRPr="00926E77">
        <w:rPr>
          <w:noProof/>
        </w:rPr>
        <mc:AlternateContent>
          <mc:Choice Requires="wps">
            <w:drawing>
              <wp:anchor distT="36576" distB="36576" distL="36576" distR="36576" simplePos="0" relativeHeight="251692544" behindDoc="0" locked="0" layoutInCell="1" allowOverlap="1" wp14:anchorId="2D03B09E" wp14:editId="019B7AB0">
                <wp:simplePos x="0" y="0"/>
                <wp:positionH relativeFrom="page">
                  <wp:posOffset>3943350</wp:posOffset>
                </wp:positionH>
                <wp:positionV relativeFrom="page">
                  <wp:posOffset>904875</wp:posOffset>
                </wp:positionV>
                <wp:extent cx="2464435" cy="4419600"/>
                <wp:effectExtent l="0" t="0" r="0" b="0"/>
                <wp:wrapNone/>
                <wp:docPr id="22"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464435" cy="4419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id="12">
                        <w:txbxContent>
                          <w:p w14:paraId="083F0554" w14:textId="77777777" w:rsidR="00926E77" w:rsidRPr="00BE6C46" w:rsidRDefault="00564BA3" w:rsidP="00926E77">
                            <w:pPr>
                              <w:pStyle w:val="Heading4"/>
                              <w:spacing w:before="0"/>
                            </w:pPr>
                            <w:r>
                              <w:t>ELIGIBLE ACTIVITIES</w:t>
                            </w:r>
                          </w:p>
                          <w:p w14:paraId="74BC2A46" w14:textId="77777777" w:rsidR="00564BA3" w:rsidRDefault="00564BA3" w:rsidP="00564BA3">
                            <w:r>
                              <w:t xml:space="preserve">This program is intended solely for the installation of ramps for qualified homeowners to improve the accessibility of their homes and allow the household members to age in place. </w:t>
                            </w:r>
                          </w:p>
                          <w:p w14:paraId="71AEB98F" w14:textId="77777777" w:rsidR="00564BA3" w:rsidRDefault="00564BA3" w:rsidP="00564BA3">
                            <w:r>
                              <w:t xml:space="preserve">RAMP-UP supports the creation of one accessible entrance at the front door, through a garage or at the back or side door of a home. </w:t>
                            </w:r>
                          </w:p>
                          <w:p w14:paraId="5711A626" w14:textId="77777777" w:rsidR="00564BA3" w:rsidRDefault="00564BA3" w:rsidP="00564BA3">
                            <w:r>
                              <w:t xml:space="preserve">The following activities can be funded through this program: </w:t>
                            </w:r>
                          </w:p>
                          <w:p w14:paraId="5B1FDBBE" w14:textId="77777777" w:rsidR="00564BA3" w:rsidRDefault="00564BA3" w:rsidP="00564BA3">
                            <w:r>
                              <w:t xml:space="preserve">• If needed, widening of the exterior door that will be served by the ramp in order to provide at least 31 ¾ inches of clear passage for accessibility; </w:t>
                            </w:r>
                          </w:p>
                          <w:p w14:paraId="703DDCFD" w14:textId="77777777" w:rsidR="00564BA3" w:rsidRDefault="00564BA3" w:rsidP="00564BA3">
                            <w:r>
                              <w:t xml:space="preserve">• If needed, installation of a rubber or aluminum doorway threshold ramp with beveled or flat edges. </w:t>
                            </w:r>
                          </w:p>
                          <w:p w14:paraId="1053D55E" w14:textId="77777777" w:rsidR="00926E77" w:rsidRPr="004175CD" w:rsidRDefault="00564BA3" w:rsidP="00564BA3">
                            <w:r>
                              <w:t>• If needed, installation of a levered door handle on the exterior door served by the ramp.</w:t>
                            </w:r>
                          </w:p>
                          <w:p w14:paraId="7B2D2992" w14:textId="77777777" w:rsidR="00926E77" w:rsidRPr="0000229C" w:rsidRDefault="00564BA3" w:rsidP="00926E77">
                            <w:pPr>
                              <w:pStyle w:val="Heading4"/>
                            </w:pPr>
                            <w:r>
                              <w:t>ELIGIBLE APPLICANTS</w:t>
                            </w:r>
                          </w:p>
                          <w:p w14:paraId="0EA0CF9C" w14:textId="77777777" w:rsidR="00926E77" w:rsidRDefault="00FD4F9D" w:rsidP="00926E77">
                            <w:r>
                              <w:t>Eligible applicants are limited to the following:</w:t>
                            </w:r>
                          </w:p>
                          <w:p w14:paraId="4A495A07" w14:textId="77777777" w:rsidR="00FD4F9D" w:rsidRDefault="00FD4F9D" w:rsidP="00926E77">
                            <w:r>
                              <w:t>• Homeowners at or below 80% of the area median income</w:t>
                            </w:r>
                          </w:p>
                          <w:p w14:paraId="7B0FADE2" w14:textId="77777777" w:rsidR="00FD4F9D" w:rsidRDefault="00FD4F9D" w:rsidP="00926E77">
                            <w:r>
                              <w:t>• Homes that are NOT included on the Historical Registry or located in Historical Districts</w:t>
                            </w:r>
                          </w:p>
                          <w:p w14:paraId="238EB429" w14:textId="77777777" w:rsidR="00FD4F9D" w:rsidRDefault="00FD4F9D" w:rsidP="00926E77">
                            <w:r>
                              <w:t>• Homes that are NOT located on a flood plain</w:t>
                            </w:r>
                          </w:p>
                          <w:p w14:paraId="34A24284" w14:textId="77777777" w:rsidR="00E2303B" w:rsidRDefault="00E2303B" w:rsidP="00926E77">
                            <w:r>
                              <w:t xml:space="preserve">• </w:t>
                            </w:r>
                            <w:r w:rsidR="009903BD">
                              <w:t>Mobile homes that are:</w:t>
                            </w:r>
                          </w:p>
                          <w:p w14:paraId="4FDE8F94" w14:textId="77777777" w:rsidR="009903BD" w:rsidRDefault="009903BD" w:rsidP="009903BD">
                            <w:pPr>
                              <w:pStyle w:val="ListParagraph"/>
                              <w:numPr>
                                <w:ilvl w:val="0"/>
                                <w:numId w:val="2"/>
                              </w:numPr>
                            </w:pPr>
                            <w:r>
                              <w:t>Manufactured after 1981</w:t>
                            </w:r>
                          </w:p>
                          <w:p w14:paraId="28370180" w14:textId="77777777" w:rsidR="009903BD" w:rsidRDefault="009903BD" w:rsidP="009903BD">
                            <w:pPr>
                              <w:pStyle w:val="ListParagraph"/>
                              <w:numPr>
                                <w:ilvl w:val="0"/>
                                <w:numId w:val="2"/>
                              </w:numPr>
                            </w:pPr>
                            <w:r>
                              <w:t>Attached to a permanent foundation</w:t>
                            </w:r>
                          </w:p>
                          <w:p w14:paraId="61415215" w14:textId="77777777" w:rsidR="009903BD" w:rsidRDefault="009903BD" w:rsidP="009903BD">
                            <w:pPr>
                              <w:pStyle w:val="ListParagraph"/>
                              <w:numPr>
                                <w:ilvl w:val="0"/>
                                <w:numId w:val="2"/>
                              </w:numPr>
                            </w:pPr>
                            <w:r>
                              <w:t>950+ square feet</w:t>
                            </w:r>
                          </w:p>
                          <w:p w14:paraId="21F6CD84" w14:textId="77777777" w:rsidR="009903BD" w:rsidRDefault="009903BD" w:rsidP="009903BD">
                            <w:pPr>
                              <w:pStyle w:val="ListParagraph"/>
                              <w:numPr>
                                <w:ilvl w:val="0"/>
                                <w:numId w:val="2"/>
                              </w:numPr>
                            </w:pPr>
                            <w:r>
                              <w:t>Located on land which is owned by the homeowner or with a 99-year lease</w:t>
                            </w:r>
                          </w:p>
                          <w:p w14:paraId="14370B49" w14:textId="77777777" w:rsidR="00E2303B" w:rsidRDefault="00E2303B" w:rsidP="00926E77"/>
                          <w:p w14:paraId="1EB8AA31" w14:textId="77777777" w:rsidR="00FD4F9D" w:rsidRPr="004175CD" w:rsidRDefault="00FD4F9D" w:rsidP="00926E77"/>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3B09E" id="Text Box 214" o:spid="_x0000_s1038" type="#_x0000_t202" style="position:absolute;margin-left:310.5pt;margin-top:71.25pt;width:194.05pt;height:348pt;z-index:25169254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" filled="f" stroked="f" strokeweight="0" insetpen="t">
                <o:lock v:ext="edit" shapetype="t"/>
                <v:textbox style="mso-next-textbox:#_x0000_s1035" inset="2.85pt,2.85pt,2.85pt,2.85pt">
                  <w:txbxContent>
                    <w:p w14:paraId="083F0554" w14:textId="77777777" w:rsidR="00926E77" w:rsidRPr="00BE6C46" w:rsidRDefault="00564BA3" w:rsidP="00926E77">
                      <w:pPr>
                        <w:pStyle w:val="Heading4"/>
                        <w:spacing w:before="0"/>
                      </w:pPr>
                      <w:r>
                        <w:t>ELIGIBLE ACTIVITIES</w:t>
                      </w:r>
                    </w:p>
                    <w:p w14:paraId="74BC2A46" w14:textId="77777777" w:rsidR="00564BA3" w:rsidRDefault="00564BA3" w:rsidP="00564BA3">
                      <w:r>
                        <w:t xml:space="preserve">This program is intended solely for the installation of ramps for qualified homeowners to improve the accessibility of their homes and allow the household members to age in place. </w:t>
                      </w:r>
                    </w:p>
                    <w:p w14:paraId="71AEB98F" w14:textId="77777777" w:rsidR="00564BA3" w:rsidRDefault="00564BA3" w:rsidP="00564BA3">
                      <w:r>
                        <w:t xml:space="preserve">RAMP-UP supports the creation of one accessible entrance at the front door, through a garage or at the back or side door of a home. </w:t>
                      </w:r>
                    </w:p>
                    <w:p w14:paraId="5711A626" w14:textId="77777777" w:rsidR="00564BA3" w:rsidRDefault="00564BA3" w:rsidP="00564BA3">
                      <w:r>
                        <w:t xml:space="preserve">The following activities can be funded through this program: </w:t>
                      </w:r>
                    </w:p>
                    <w:p w14:paraId="5B1FDBBE" w14:textId="77777777" w:rsidR="00564BA3" w:rsidRDefault="00564BA3" w:rsidP="00564BA3">
                      <w:r>
                        <w:t xml:space="preserve">• If needed, widening of the exterior door that will be served by the ramp in order to provide at least 31 ¾ inches of clear passage for accessibility; </w:t>
                      </w:r>
                    </w:p>
                    <w:p w14:paraId="703DDCFD" w14:textId="77777777" w:rsidR="00564BA3" w:rsidRDefault="00564BA3" w:rsidP="00564BA3">
                      <w:r>
                        <w:t xml:space="preserve">• If needed, installation of a rubber or aluminum doorway threshold ramp with beveled or flat edges. </w:t>
                      </w:r>
                    </w:p>
                    <w:p w14:paraId="1053D55E" w14:textId="77777777" w:rsidR="00926E77" w:rsidRPr="004175CD" w:rsidRDefault="00564BA3" w:rsidP="00564BA3">
                      <w:r>
                        <w:t>• If needed, installation of a levered door handle on the exterior door served by the ramp.</w:t>
                      </w:r>
                    </w:p>
                    <w:p w14:paraId="7B2D2992" w14:textId="77777777" w:rsidR="00926E77" w:rsidRPr="0000229C" w:rsidRDefault="00564BA3" w:rsidP="00926E77">
                      <w:pPr>
                        <w:pStyle w:val="Heading4"/>
                      </w:pPr>
                      <w:r>
                        <w:t>ELIGIBLE APPLICANTS</w:t>
                      </w:r>
                    </w:p>
                    <w:p w14:paraId="0EA0CF9C" w14:textId="77777777" w:rsidR="00926E77" w:rsidRDefault="00FD4F9D" w:rsidP="00926E77">
                      <w:r>
                        <w:t>Eligible applicants are limited to the following:</w:t>
                      </w:r>
                    </w:p>
                    <w:p w14:paraId="4A495A07" w14:textId="77777777" w:rsidR="00FD4F9D" w:rsidRDefault="00FD4F9D" w:rsidP="00926E77">
                      <w:r>
                        <w:t>• Homeowners at or below 80% of the area median income</w:t>
                      </w:r>
                    </w:p>
                    <w:p w14:paraId="7B0FADE2" w14:textId="77777777" w:rsidR="00FD4F9D" w:rsidRDefault="00FD4F9D" w:rsidP="00926E77">
                      <w:r>
                        <w:t>• Homes that are NOT included on the Historical Registry or located in Historical Districts</w:t>
                      </w:r>
                    </w:p>
                    <w:p w14:paraId="238EB429" w14:textId="77777777" w:rsidR="00FD4F9D" w:rsidRDefault="00FD4F9D" w:rsidP="00926E77">
                      <w:r>
                        <w:t>• Homes that are NOT located on a flood plain</w:t>
                      </w:r>
                    </w:p>
                    <w:p w14:paraId="34A24284" w14:textId="77777777" w:rsidR="00E2303B" w:rsidRDefault="00E2303B" w:rsidP="00926E77">
                      <w:r>
                        <w:t xml:space="preserve">• </w:t>
                      </w:r>
                      <w:r w:rsidR="009903BD">
                        <w:t>Mobile homes that are:</w:t>
                      </w:r>
                    </w:p>
                    <w:p w14:paraId="4FDE8F94" w14:textId="77777777" w:rsidR="009903BD" w:rsidRDefault="009903BD" w:rsidP="009903BD">
                      <w:pPr>
                        <w:pStyle w:val="ListParagraph"/>
                        <w:numPr>
                          <w:ilvl w:val="0"/>
                          <w:numId w:val="2"/>
                        </w:numPr>
                      </w:pPr>
                      <w:r>
                        <w:t>Manufactured after 1981</w:t>
                      </w:r>
                    </w:p>
                    <w:p w14:paraId="28370180" w14:textId="77777777" w:rsidR="009903BD" w:rsidRDefault="009903BD" w:rsidP="009903BD">
                      <w:pPr>
                        <w:pStyle w:val="ListParagraph"/>
                        <w:numPr>
                          <w:ilvl w:val="0"/>
                          <w:numId w:val="2"/>
                        </w:numPr>
                      </w:pPr>
                      <w:r>
                        <w:t>Attached to a permanent foundation</w:t>
                      </w:r>
                    </w:p>
                    <w:p w14:paraId="61415215" w14:textId="77777777" w:rsidR="009903BD" w:rsidRDefault="009903BD" w:rsidP="009903BD">
                      <w:pPr>
                        <w:pStyle w:val="ListParagraph"/>
                        <w:numPr>
                          <w:ilvl w:val="0"/>
                          <w:numId w:val="2"/>
                        </w:numPr>
                      </w:pPr>
                      <w:r>
                        <w:t>950+ square feet</w:t>
                      </w:r>
                    </w:p>
                    <w:p w14:paraId="21F6CD84" w14:textId="77777777" w:rsidR="009903BD" w:rsidRDefault="009903BD" w:rsidP="009903BD">
                      <w:pPr>
                        <w:pStyle w:val="ListParagraph"/>
                        <w:numPr>
                          <w:ilvl w:val="0"/>
                          <w:numId w:val="2"/>
                        </w:numPr>
                      </w:pPr>
                      <w:r>
                        <w:t>Located on land which is owned by the homeowner or with a 99-year lease</w:t>
                      </w:r>
                    </w:p>
                    <w:p w14:paraId="14370B49" w14:textId="77777777" w:rsidR="00E2303B" w:rsidRDefault="00E2303B" w:rsidP="00926E77"/>
                    <w:p w14:paraId="1EB8AA31" w14:textId="77777777" w:rsidR="00FD4F9D" w:rsidRPr="004175CD" w:rsidRDefault="00FD4F9D" w:rsidP="00926E77"/>
                  </w:txbxContent>
                </v:textbox>
                <w10:wrap anchorx="page" anchory="page"/>
              </v:shape>
            </w:pict>
          </mc:Fallback>
        </mc:AlternateContent>
      </w:r>
      <w:r w:rsidR="00564BA3" w:rsidRPr="00926E77">
        <w:rPr>
          <w:noProof/>
        </w:rPr>
        <mc:AlternateContent>
          <mc:Choice Requires="wps">
            <w:drawing>
              <wp:anchor distT="36576" distB="36576" distL="36576" distR="36576" simplePos="0" relativeHeight="251694592" behindDoc="0" locked="0" layoutInCell="1" allowOverlap="1" wp14:anchorId="44BE6AE2" wp14:editId="58173BBD">
                <wp:simplePos x="0" y="0"/>
                <wp:positionH relativeFrom="page">
                  <wp:posOffset>590550</wp:posOffset>
                </wp:positionH>
                <wp:positionV relativeFrom="page">
                  <wp:posOffset>2105025</wp:posOffset>
                </wp:positionV>
                <wp:extent cx="2468245" cy="3505200"/>
                <wp:effectExtent l="0" t="0" r="8255" b="0"/>
                <wp:wrapNone/>
                <wp:docPr id="24"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468245" cy="350520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36CB7F98" w14:textId="77777777" w:rsidR="00564BA3" w:rsidRDefault="00564BA3" w:rsidP="00564BA3">
                            <w:r>
                              <w:t xml:space="preserve">Ramps are one of the most common modifications made or requested by homeowners with a member who has a mobility impairment or is a user of a wheelchair. Ramps can accommodate a broad range of physical needs and requirements, increase safety and reduce the risk of falling, and can help maintain a person’s independence. They allow for aging-in-place in the home. However, with an average ramp installation price ranging between $1,000- $1,500, many people are unable to install them. </w:t>
                            </w:r>
                          </w:p>
                          <w:p w14:paraId="37EAB60C" w14:textId="77777777" w:rsidR="00926E77" w:rsidRDefault="00564BA3" w:rsidP="00564BA3">
                            <w:r>
                              <w:t>The RAMP-UP Indiana grant is funded through the Indiana Housing and Community Development Authority (IHCDA) for the installation of exterior ramps to homes occupied by people who need to improve the accessibility of their home.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E6AE2" id="Text Box 232" o:spid="_x0000_s1039" type="#_x0000_t202" style="position:absolute;margin-left:46.5pt;margin-top:165.75pt;width:194.35pt;height:276pt;z-index:25169459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" stroked="f" strokeweight="0" insetpen="t">
                <v:shadow color="#ccc"/>
                <o:lock v:ext="edit" shapetype="t"/>
                <v:textbox inset="2.85pt,2.85pt,2.85pt,2.85pt">
                  <w:txbxContent>
                    <w:p w14:paraId="36CB7F98" w14:textId="77777777" w:rsidR="00564BA3" w:rsidRDefault="00564BA3" w:rsidP="00564BA3">
                      <w:r>
                        <w:t xml:space="preserve">Ramps are one of the most common modifications made or requested by homeowners with a member who has a mobility impairment or is a user of a wheelchair. Ramps can accommodate a broad range of physical needs and requirements, increase safety and reduce the risk of falling, and can help maintain a person’s independence. They allow for aging-in-place in the home. However, with an average ramp installation price ranging between $1,000- $1,500, many people are unable to install them. </w:t>
                      </w:r>
                    </w:p>
                    <w:p w14:paraId="37EAB60C" w14:textId="77777777" w:rsidR="00926E77" w:rsidRDefault="00564BA3" w:rsidP="00564BA3">
                      <w:r>
                        <w:t>The RAMP-UP Indiana grant is funded through the Indiana Housing and Community Development Authority (IHCDA) for the installation of exterior ramps to homes occupied by people who need to improve the accessibility of their home.</w:t>
                      </w:r>
                    </w:p>
                  </w:txbxContent>
                </v:textbox>
                <w10:wrap anchorx="page" anchory="page"/>
              </v:shape>
            </w:pict>
          </mc:Fallback>
        </mc:AlternateContent>
      </w:r>
      <w:r w:rsidR="00926E77" w:rsidRPr="00926E77">
        <w:rPr>
          <w:noProof/>
        </w:rPr>
        <mc:AlternateContent>
          <mc:Choice Requires="wpg">
            <w:drawing>
              <wp:anchor distT="0" distB="0" distL="114300" distR="114300" simplePos="0" relativeHeight="251698688" behindDoc="1" locked="0" layoutInCell="1" allowOverlap="1" wp14:anchorId="0E5BAC96" wp14:editId="6DF8B1AF">
                <wp:simplePos x="0" y="0"/>
                <wp:positionH relativeFrom="column">
                  <wp:posOffset>3876675</wp:posOffset>
                </wp:positionH>
                <wp:positionV relativeFrom="paragraph">
                  <wp:posOffset>-788035</wp:posOffset>
                </wp:positionV>
                <wp:extent cx="5511165" cy="2931795"/>
                <wp:effectExtent l="0" t="0" r="13335" b="20955"/>
                <wp:wrapNone/>
                <wp:docPr id="40" name="Group 40" descr="arc-graphics-group"/>
                <wp:cNvGraphicFramePr/>
                <a:graphic xmlns:a="http://schemas.openxmlformats.org/drawingml/2006/main">
                  <a:graphicData uri="http://schemas.microsoft.com/office/word/2010/wordprocessingGroup">
                    <wpg:wgp>
                      <wpg:cNvGrpSpPr/>
                      <wpg:grpSpPr>
                        <a:xfrm rot="10800000">
                          <a:off x="0" y="0"/>
                          <a:ext cx="5511165" cy="2931795"/>
                          <a:chOff x="0" y="0"/>
                          <a:chExt cx="2777864" cy="1478004"/>
                        </a:xfrm>
                      </wpg:grpSpPr>
                      <wpg:grpSp>
                        <wpg:cNvPr id="41" name="Group 41"/>
                        <wpg:cNvGrpSpPr/>
                        <wpg:grpSpPr>
                          <a:xfrm>
                            <a:off x="1219200" y="0"/>
                            <a:ext cx="1558664" cy="1478004"/>
                            <a:chOff x="0" y="0"/>
                            <a:chExt cx="1558664" cy="1478004"/>
                          </a:xfrm>
                        </wpg:grpSpPr>
                        <wps:wsp>
                          <wps:cNvPr id="42" name="Circle: Hollow 42"/>
                          <wps:cNvSpPr/>
                          <wps:spPr>
                            <a:xfrm rot="10800000">
                              <a:off x="47625" y="47625"/>
                              <a:ext cx="1430379" cy="1430379"/>
                            </a:xfrm>
                            <a:prstGeom prst="donu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Rectangle 43"/>
                          <wps:cNvSpPr/>
                          <wps:spPr>
                            <a:xfrm rot="10800000">
                              <a:off x="0" y="0"/>
                              <a:ext cx="1558664" cy="76329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4" name="Group 44"/>
                        <wpg:cNvGrpSpPr/>
                        <wpg:grpSpPr>
                          <a:xfrm>
                            <a:off x="0" y="0"/>
                            <a:ext cx="1558290" cy="1477645"/>
                            <a:chOff x="0" y="0"/>
                            <a:chExt cx="1558664" cy="1478004"/>
                          </a:xfrm>
                        </wpg:grpSpPr>
                        <wps:wsp>
                          <wps:cNvPr id="45" name="Circle: Hollow 45" descr="oval shape"/>
                          <wps:cNvSpPr/>
                          <wps:spPr>
                            <a:xfrm rot="10800000">
                              <a:off x="47625" y="47625"/>
                              <a:ext cx="1430379" cy="1430379"/>
                            </a:xfrm>
                            <a:prstGeom prst="donu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Rectangle 46"/>
                          <wps:cNvSpPr/>
                          <wps:spPr>
                            <a:xfrm rot="10800000">
                              <a:off x="0" y="0"/>
                              <a:ext cx="1558664" cy="76329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1BC847E" id="Group 40" o:spid="_x0000_s1026" alt="arc-graphics-group" style="position:absolute;margin-left:305.25pt;margin-top:-62.05pt;width:433.95pt;height:230.85pt;rotation:180;z-index:-251617792;mso-width-relative:margin;mso-height-relative:margin" coordsize="27778,14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">
                <v:group id="Group 41" o:spid="_x0000_s1027" style="position:absolute;left:12192;width:15586;height:14780" coordsize="15586,1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Circle: Hollow 42" o:spid="_x0000_s1028" type="#_x0000_t23" style="position:absolute;left:476;top:476;width:14304;height:1430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" fillcolor="#f2f2f2 [3052]" stroked="f" strokeweight="1pt">
                    <v:stroke joinstyle="miter"/>
                  </v:shape>
                  <v:rect id="Rectangle 43" o:spid="_x0000_s1029" style="position:absolute;width:15586;height:7632;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" fillcolor="white [3212]" strokecolor="white [3212]" strokeweight="1pt"/>
                </v:group>
                <v:group id="Group 44" o:spid="_x0000_s1030" style="position:absolute;width:15582;height:14776" coordsize="15586,1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Circle: Hollow 45" o:spid="_x0000_s1031" type="#_x0000_t23" alt="oval shape" style="position:absolute;left:476;top:476;width:14304;height:1430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" fillcolor="#024f75 [3204]" stroked="f" strokeweight="1pt">
                    <v:stroke joinstyle="miter"/>
                  </v:shape>
                  <v:rect id="Rectangle 46" o:spid="_x0000_s1032" style="position:absolute;width:15586;height:7632;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" fillcolor="white [3212]" strokecolor="white [3212]" strokeweight="1pt"/>
                </v:group>
              </v:group>
            </w:pict>
          </mc:Fallback>
        </mc:AlternateContent>
      </w:r>
      <w:r w:rsidR="00926E77" w:rsidRPr="00926E77">
        <w:rPr>
          <w:noProof/>
        </w:rPr>
        <mc:AlternateContent>
          <mc:Choice Requires="wpg">
            <w:drawing>
              <wp:anchor distT="0" distB="0" distL="114300" distR="114300" simplePos="0" relativeHeight="251697664" behindDoc="1" locked="0" layoutInCell="1" allowOverlap="1" wp14:anchorId="78C57371" wp14:editId="49EAB368">
                <wp:simplePos x="0" y="0"/>
                <wp:positionH relativeFrom="column">
                  <wp:posOffset>-952500</wp:posOffset>
                </wp:positionH>
                <wp:positionV relativeFrom="paragraph">
                  <wp:posOffset>-6925310</wp:posOffset>
                </wp:positionV>
                <wp:extent cx="2777490" cy="1477645"/>
                <wp:effectExtent l="0" t="0" r="22860" b="8255"/>
                <wp:wrapNone/>
                <wp:docPr id="28" name="Group 28" descr="arc-graphics-group"/>
                <wp:cNvGraphicFramePr/>
                <a:graphic xmlns:a="http://schemas.openxmlformats.org/drawingml/2006/main">
                  <a:graphicData uri="http://schemas.microsoft.com/office/word/2010/wordprocessingGroup">
                    <wpg:wgp>
                      <wpg:cNvGrpSpPr/>
                      <wpg:grpSpPr>
                        <a:xfrm>
                          <a:off x="0" y="0"/>
                          <a:ext cx="2777490" cy="1477645"/>
                          <a:chOff x="0" y="0"/>
                          <a:chExt cx="2777864" cy="1478004"/>
                        </a:xfrm>
                      </wpg:grpSpPr>
                      <wpg:grpSp>
                        <wpg:cNvPr id="29" name="Group 29"/>
                        <wpg:cNvGrpSpPr/>
                        <wpg:grpSpPr>
                          <a:xfrm>
                            <a:off x="1219200" y="0"/>
                            <a:ext cx="1558664" cy="1478004"/>
                            <a:chOff x="0" y="0"/>
                            <a:chExt cx="1558664" cy="1478004"/>
                          </a:xfrm>
                        </wpg:grpSpPr>
                        <wps:wsp>
                          <wps:cNvPr id="31" name="Circle: Hollow 31"/>
                          <wps:cNvSpPr/>
                          <wps:spPr>
                            <a:xfrm rot="10800000">
                              <a:off x="47625" y="47625"/>
                              <a:ext cx="1430379" cy="1430379"/>
                            </a:xfrm>
                            <a:prstGeom prst="donut">
                              <a:avLst/>
                            </a:prstGeom>
                            <a:solidFill>
                              <a:schemeClr val="accent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angle 32" descr="white-block"/>
                          <wps:cNvSpPr/>
                          <wps:spPr>
                            <a:xfrm rot="10800000">
                              <a:off x="0" y="0"/>
                              <a:ext cx="1558664" cy="76329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3" name="Group 33"/>
                        <wpg:cNvGrpSpPr/>
                        <wpg:grpSpPr>
                          <a:xfrm>
                            <a:off x="0" y="0"/>
                            <a:ext cx="1558290" cy="1477645"/>
                            <a:chOff x="0" y="0"/>
                            <a:chExt cx="1558664" cy="1478004"/>
                          </a:xfrm>
                        </wpg:grpSpPr>
                        <wps:wsp>
                          <wps:cNvPr id="34" name="Circle: Hollow 34"/>
                          <wps:cNvSpPr/>
                          <wps:spPr>
                            <a:xfrm rot="10800000">
                              <a:off x="47625" y="47625"/>
                              <a:ext cx="1430379" cy="1430379"/>
                            </a:xfrm>
                            <a:prstGeom prst="donu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Rectangle 35"/>
                          <wps:cNvSpPr/>
                          <wps:spPr>
                            <a:xfrm rot="10800000">
                              <a:off x="0" y="0"/>
                              <a:ext cx="1558664" cy="76329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88004EB" id="Group 28" o:spid="_x0000_s1026" alt="arc-graphics-group" style="position:absolute;margin-left:-75pt;margin-top:-545.3pt;width:218.7pt;height:116.35pt;z-index:-251618816" coordsize="27778,14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">
                <v:group id="Group 29" o:spid="_x0000_s1027" style="position:absolute;left:12192;width:15586;height:14780" coordsize="15586,1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Circle: Hollow 31" o:spid="_x0000_s1028" type="#_x0000_t23" style="position:absolute;left:476;top:476;width:14304;height:1430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" fillcolor="#d6e9f5 [661]" stroked="f" strokeweight="1pt">
                    <v:stroke joinstyle="miter"/>
                  </v:shape>
                  <v:rect id="Rectangle 32" o:spid="_x0000_s1029" alt="white-block" style="position:absolute;width:15586;height:7632;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" fillcolor="white [3212]" strokecolor="white [3212]" strokeweight="1pt"/>
                </v:group>
                <v:group id="Group 33" o:spid="_x0000_s1030" style="position:absolute;width:15582;height:14776" coordsize="15586,1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Circle: Hollow 34" o:spid="_x0000_s1031" type="#_x0000_t23" style="position:absolute;left:476;top:476;width:14304;height:1430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" fillcolor="#66b2ca [3207]" stroked="f" strokeweight="1pt">
                    <v:stroke joinstyle="miter"/>
                  </v:shape>
                  <v:rect id="Rectangle 35" o:spid="_x0000_s1032" style="position:absolute;width:15586;height:7632;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" fillcolor="white [3212]" strokecolor="white [3212]" strokeweight="1pt"/>
                </v:group>
              </v:group>
            </w:pict>
          </mc:Fallback>
        </mc:AlternateContent>
      </w:r>
    </w:p>
    <w:sectPr w:rsidR="00615652" w:rsidSect="00DE45EC">
      <w:type w:val="nextColumn"/>
      <w:pgSz w:w="15840" w:h="12240" w:orient="landscape" w:code="1"/>
      <w:pgMar w:top="11448" w:right="864" w:bottom="318" w:left="864"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1F541B" w14:textId="77777777" w:rsidR="00144BC6" w:rsidRDefault="00144BC6" w:rsidP="005F3078">
      <w:pPr>
        <w:spacing w:after="0"/>
      </w:pPr>
      <w:r>
        <w:separator/>
      </w:r>
    </w:p>
  </w:endnote>
  <w:endnote w:type="continuationSeparator" w:id="0">
    <w:p w14:paraId="38B324B0" w14:textId="77777777" w:rsidR="00144BC6" w:rsidRDefault="00144BC6" w:rsidP="005F30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Franklin Gothic Demi">
    <w:panose1 w:val="020B07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F17246" w14:textId="77777777" w:rsidR="00144BC6" w:rsidRDefault="00144BC6" w:rsidP="005F3078">
      <w:pPr>
        <w:spacing w:after="0"/>
      </w:pPr>
      <w:r>
        <w:separator/>
      </w:r>
    </w:p>
  </w:footnote>
  <w:footnote w:type="continuationSeparator" w:id="0">
    <w:p w14:paraId="5AAB150E" w14:textId="77777777" w:rsidR="00144BC6" w:rsidRDefault="00144BC6" w:rsidP="005F307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103615"/>
    <w:multiLevelType w:val="hybridMultilevel"/>
    <w:tmpl w:val="F1E8D8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71125EE"/>
    <w:multiLevelType w:val="hybridMultilevel"/>
    <w:tmpl w:val="CD5E0F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8F"/>
    <w:rsid w:val="0000229C"/>
    <w:rsid w:val="00011937"/>
    <w:rsid w:val="00065314"/>
    <w:rsid w:val="000E70AF"/>
    <w:rsid w:val="0013619E"/>
    <w:rsid w:val="00144BC6"/>
    <w:rsid w:val="001F7383"/>
    <w:rsid w:val="0020561B"/>
    <w:rsid w:val="002321F7"/>
    <w:rsid w:val="002419AC"/>
    <w:rsid w:val="00265FB8"/>
    <w:rsid w:val="002A7968"/>
    <w:rsid w:val="002C5F6E"/>
    <w:rsid w:val="002D4363"/>
    <w:rsid w:val="002E6BF5"/>
    <w:rsid w:val="0032758E"/>
    <w:rsid w:val="00336716"/>
    <w:rsid w:val="00390E2F"/>
    <w:rsid w:val="003A16F3"/>
    <w:rsid w:val="003E6F76"/>
    <w:rsid w:val="003F0E62"/>
    <w:rsid w:val="004175CD"/>
    <w:rsid w:val="0044008F"/>
    <w:rsid w:val="00446D6F"/>
    <w:rsid w:val="00463082"/>
    <w:rsid w:val="00506068"/>
    <w:rsid w:val="005063B3"/>
    <w:rsid w:val="00514BF9"/>
    <w:rsid w:val="00564BA3"/>
    <w:rsid w:val="005845DD"/>
    <w:rsid w:val="005F3078"/>
    <w:rsid w:val="00615652"/>
    <w:rsid w:val="00630FA0"/>
    <w:rsid w:val="00636CD7"/>
    <w:rsid w:val="00643D47"/>
    <w:rsid w:val="00660157"/>
    <w:rsid w:val="006B3D9A"/>
    <w:rsid w:val="006C17AA"/>
    <w:rsid w:val="006E0AB1"/>
    <w:rsid w:val="007035C8"/>
    <w:rsid w:val="00741068"/>
    <w:rsid w:val="00752634"/>
    <w:rsid w:val="00755625"/>
    <w:rsid w:val="007631A3"/>
    <w:rsid w:val="00774ED2"/>
    <w:rsid w:val="007B7BE8"/>
    <w:rsid w:val="007D1E04"/>
    <w:rsid w:val="008118BB"/>
    <w:rsid w:val="00817A9B"/>
    <w:rsid w:val="0084154D"/>
    <w:rsid w:val="008807A4"/>
    <w:rsid w:val="00880B5B"/>
    <w:rsid w:val="008F2995"/>
    <w:rsid w:val="00926E77"/>
    <w:rsid w:val="009903BD"/>
    <w:rsid w:val="009A57CC"/>
    <w:rsid w:val="00A51CC0"/>
    <w:rsid w:val="00A609DE"/>
    <w:rsid w:val="00AC0216"/>
    <w:rsid w:val="00AD64EE"/>
    <w:rsid w:val="00B05E7F"/>
    <w:rsid w:val="00B21070"/>
    <w:rsid w:val="00B3514A"/>
    <w:rsid w:val="00B80A67"/>
    <w:rsid w:val="00B84ADC"/>
    <w:rsid w:val="00BE6C46"/>
    <w:rsid w:val="00C0348A"/>
    <w:rsid w:val="00C21786"/>
    <w:rsid w:val="00C3642B"/>
    <w:rsid w:val="00C40144"/>
    <w:rsid w:val="00C9334C"/>
    <w:rsid w:val="00CB0A12"/>
    <w:rsid w:val="00CC17D6"/>
    <w:rsid w:val="00D16932"/>
    <w:rsid w:val="00D24507"/>
    <w:rsid w:val="00D558CC"/>
    <w:rsid w:val="00DB05AC"/>
    <w:rsid w:val="00DE45EC"/>
    <w:rsid w:val="00E03525"/>
    <w:rsid w:val="00E2303B"/>
    <w:rsid w:val="00E36C9F"/>
    <w:rsid w:val="00F01E08"/>
    <w:rsid w:val="00F3791C"/>
    <w:rsid w:val="00FD4F9D"/>
    <w:rsid w:val="00FF2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yle="mso-position-horizontal-relative:page;mso-position-vertical-relative:page" fill="f" fillcolor="white" stroke="f">
      <v:fill color="white" on="f"/>
      <v:stroke on="f"/>
      <v:textbox style="mso-fit-shape-to-text:t"/>
    </o:shapedefaults>
    <o:shapelayout v:ext="edit">
      <o:idmap v:ext="edit" data="1"/>
    </o:shapelayout>
  </w:shapeDefaults>
  <w:decimalSymbol w:val="."/>
  <w:listSeparator w:val=","/>
  <w14:docId w14:val="55C315F1"/>
  <w15:docId w15:val="{62BF487B-3DAE-454D-8BB8-80007D740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F9D"/>
    <w:pPr>
      <w:numPr>
        <w:ilvl w:val="1"/>
      </w:numPr>
      <w:spacing w:after="160"/>
    </w:pPr>
    <w:rPr>
      <w:rFonts w:asciiTheme="minorHAnsi" w:eastAsiaTheme="minorEastAsia" w:hAnsiTheme="minorHAnsi" w:cstheme="minorBidi"/>
      <w:color w:val="0F0D29" w:themeColor="text1"/>
      <w:spacing w:val="15"/>
      <w:szCs w:val="22"/>
    </w:rPr>
  </w:style>
  <w:style w:type="paragraph" w:styleId="Heading1">
    <w:name w:val="heading 1"/>
    <w:next w:val="Normal"/>
    <w:qFormat/>
    <w:rsid w:val="00817A9B"/>
    <w:pPr>
      <w:outlineLvl w:val="0"/>
    </w:pPr>
    <w:rPr>
      <w:rFonts w:asciiTheme="minorHAnsi" w:hAnsiTheme="minorHAnsi"/>
      <w:b/>
      <w:color w:val="024F75" w:themeColor="accent1"/>
      <w:spacing w:val="30"/>
      <w:sz w:val="72"/>
      <w:szCs w:val="28"/>
    </w:rPr>
  </w:style>
  <w:style w:type="paragraph" w:styleId="Heading2">
    <w:name w:val="heading 2"/>
    <w:basedOn w:val="Normal"/>
    <w:next w:val="Normal"/>
    <w:link w:val="Heading2Char"/>
    <w:qFormat/>
    <w:rsid w:val="005F3078"/>
    <w:pPr>
      <w:outlineLvl w:val="1"/>
    </w:pPr>
    <w:rPr>
      <w:color w:val="34ABA2" w:themeColor="accent3"/>
      <w:kern w:val="28"/>
      <w:sz w:val="48"/>
      <w:szCs w:val="52"/>
      <w:lang w:val="en"/>
    </w:rPr>
  </w:style>
  <w:style w:type="paragraph" w:styleId="Heading3">
    <w:name w:val="heading 3"/>
    <w:next w:val="Normal"/>
    <w:qFormat/>
    <w:rsid w:val="00817A9B"/>
    <w:pPr>
      <w:spacing w:after="360"/>
      <w:outlineLvl w:val="2"/>
    </w:pPr>
    <w:rPr>
      <w:rFonts w:asciiTheme="majorHAnsi" w:hAnsiTheme="majorHAnsi" w:cs="Arial"/>
      <w:b/>
      <w:bCs/>
      <w:color w:val="024F75" w:themeColor="accent1"/>
      <w:spacing w:val="20"/>
      <w:sz w:val="32"/>
      <w:szCs w:val="32"/>
      <w:lang w:val="en"/>
    </w:rPr>
  </w:style>
  <w:style w:type="paragraph" w:styleId="Heading4">
    <w:name w:val="heading 4"/>
    <w:next w:val="Normal"/>
    <w:qFormat/>
    <w:rsid w:val="005F3078"/>
    <w:pPr>
      <w:spacing w:before="360" w:after="240"/>
      <w:outlineLvl w:val="3"/>
    </w:pPr>
    <w:rPr>
      <w:rFonts w:asciiTheme="majorHAnsi" w:hAnsiTheme="majorHAnsi" w:cs="Arial"/>
      <w:bCs/>
      <w:color w:val="3592CF" w:themeColor="accent2"/>
      <w:spacing w:val="10"/>
      <w:sz w:val="36"/>
      <w:szCs w:val="28"/>
      <w:lang w:val="en"/>
    </w:rPr>
  </w:style>
  <w:style w:type="paragraph" w:styleId="Heading7">
    <w:name w:val="heading 7"/>
    <w:aliases w:val="Heading 7 Char"/>
    <w:basedOn w:val="Normal"/>
    <w:link w:val="Heading7Char1"/>
    <w:qFormat/>
    <w:rsid w:val="00CB0A12"/>
    <w:pPr>
      <w:widowControl w:val="0"/>
      <w:overflowPunct w:val="0"/>
      <w:autoSpaceDE w:val="0"/>
      <w:autoSpaceDN w:val="0"/>
      <w:adjustRightInd w:val="0"/>
      <w:spacing w:after="96"/>
      <w:outlineLvl w:val="6"/>
    </w:pPr>
    <w:rPr>
      <w:rFonts w:cs="Arial Black"/>
      <w:color w:val="3592CF" w:themeColor="accent2"/>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Heading7Char1"/>
    <w:link w:val="Heading2"/>
    <w:rsid w:val="005F3078"/>
    <w:rPr>
      <w:rFonts w:asciiTheme="minorHAnsi" w:eastAsiaTheme="minorEastAsia" w:hAnsiTheme="minorHAnsi" w:cstheme="minorBidi"/>
      <w:color w:val="34ABA2" w:themeColor="accent3"/>
      <w:spacing w:val="15"/>
      <w:kern w:val="28"/>
      <w:sz w:val="48"/>
      <w:szCs w:val="52"/>
      <w:lang w:val="en"/>
    </w:rPr>
  </w:style>
  <w:style w:type="character" w:customStyle="1" w:styleId="Heading7Char1">
    <w:name w:val="Heading 7 Char1"/>
    <w:aliases w:val="Heading 7 Char Char"/>
    <w:basedOn w:val="DefaultParagraphFont"/>
    <w:link w:val="Heading7"/>
    <w:rsid w:val="00CB0A12"/>
    <w:rPr>
      <w:rFonts w:asciiTheme="minorHAnsi" w:eastAsiaTheme="minorEastAsia" w:hAnsiTheme="minorHAnsi" w:cs="Arial Black"/>
      <w:color w:val="3592CF" w:themeColor="accent2"/>
      <w:spacing w:val="15"/>
      <w:kern w:val="28"/>
    </w:rPr>
  </w:style>
  <w:style w:type="paragraph" w:customStyle="1" w:styleId="CaptionText">
    <w:name w:val="CaptionText"/>
    <w:rsid w:val="000E70AF"/>
    <w:pPr>
      <w:jc w:val="center"/>
    </w:pPr>
    <w:rPr>
      <w:rFonts w:ascii="Arial" w:hAnsi="Arial" w:cs="Arial"/>
      <w:kern w:val="28"/>
      <w:sz w:val="15"/>
      <w:szCs w:val="15"/>
      <w:lang w:val="en"/>
    </w:rPr>
  </w:style>
  <w:style w:type="paragraph" w:styleId="BodyText">
    <w:name w:val="Body Text"/>
    <w:basedOn w:val="Normal"/>
    <w:link w:val="BodyTextChar"/>
    <w:rsid w:val="000E70AF"/>
    <w:pPr>
      <w:spacing w:after="143" w:line="406" w:lineRule="auto"/>
    </w:pPr>
    <w:rPr>
      <w:rFonts w:ascii="Tahoma" w:hAnsi="Tahoma" w:cs="Arial"/>
      <w:kern w:val="28"/>
      <w:sz w:val="18"/>
      <w:szCs w:val="18"/>
      <w:lang w:val="en"/>
    </w:rPr>
  </w:style>
  <w:style w:type="character" w:customStyle="1" w:styleId="BodyTextChar">
    <w:name w:val="Body Text Char"/>
    <w:basedOn w:val="DefaultParagraphFont"/>
    <w:link w:val="BodyText"/>
    <w:rsid w:val="000E70AF"/>
    <w:rPr>
      <w:rFonts w:ascii="Tahoma" w:hAnsi="Tahoma" w:cs="Arial"/>
      <w:kern w:val="28"/>
      <w:sz w:val="18"/>
      <w:szCs w:val="18"/>
      <w:lang w:val="en" w:eastAsia="en-US" w:bidi="ar-SA"/>
    </w:rPr>
  </w:style>
  <w:style w:type="paragraph" w:customStyle="1" w:styleId="tagline">
    <w:name w:val="tagline"/>
    <w:basedOn w:val="Normal"/>
    <w:rsid w:val="000E70AF"/>
    <w:rPr>
      <w:rFonts w:ascii="Tahoma" w:hAnsi="Tahoma"/>
      <w:spacing w:val="20"/>
      <w:sz w:val="22"/>
    </w:rPr>
  </w:style>
  <w:style w:type="paragraph" w:customStyle="1" w:styleId="Address1">
    <w:name w:val="Address 1"/>
    <w:next w:val="Normal"/>
    <w:rsid w:val="000E70AF"/>
    <w:rPr>
      <w:rFonts w:ascii="Palatino Linotype" w:hAnsi="Palatino Linotype"/>
      <w:sz w:val="22"/>
      <w:szCs w:val="24"/>
    </w:rPr>
  </w:style>
  <w:style w:type="paragraph" w:customStyle="1" w:styleId="Address2">
    <w:name w:val="Address 2"/>
    <w:next w:val="Normal"/>
    <w:rsid w:val="000E70AF"/>
    <w:rPr>
      <w:rFonts w:ascii="Tahoma" w:hAnsi="Tahoma" w:cs="Arial"/>
      <w:kern w:val="28"/>
      <w:sz w:val="18"/>
      <w:szCs w:val="18"/>
      <w:lang w:val="en"/>
    </w:rPr>
  </w:style>
  <w:style w:type="paragraph" w:styleId="Subtitle">
    <w:name w:val="Subtitle"/>
    <w:basedOn w:val="Normal"/>
    <w:next w:val="Normal"/>
    <w:link w:val="SubtitleChar"/>
    <w:uiPriority w:val="11"/>
    <w:qFormat/>
    <w:rsid w:val="002419AC"/>
    <w:rPr>
      <w:color w:val="082A75" w:themeColor="text2"/>
      <w:sz w:val="22"/>
    </w:rPr>
  </w:style>
  <w:style w:type="character" w:customStyle="1" w:styleId="SubtitleChar">
    <w:name w:val="Subtitle Char"/>
    <w:basedOn w:val="DefaultParagraphFont"/>
    <w:link w:val="Subtitle"/>
    <w:uiPriority w:val="11"/>
    <w:rsid w:val="002419AC"/>
    <w:rPr>
      <w:rFonts w:asciiTheme="minorHAnsi" w:eastAsiaTheme="minorEastAsia" w:hAnsiTheme="minorHAnsi" w:cstheme="minorBidi"/>
      <w:color w:val="082A75" w:themeColor="text2"/>
      <w:spacing w:val="15"/>
      <w:sz w:val="22"/>
      <w:szCs w:val="22"/>
    </w:rPr>
  </w:style>
  <w:style w:type="paragraph" w:styleId="Title">
    <w:name w:val="Title"/>
    <w:basedOn w:val="Normal"/>
    <w:next w:val="Normal"/>
    <w:link w:val="TitleChar"/>
    <w:uiPriority w:val="10"/>
    <w:qFormat/>
    <w:rsid w:val="005F3078"/>
    <w:pPr>
      <w:contextualSpacing/>
    </w:pPr>
    <w:rPr>
      <w:rFonts w:asciiTheme="majorHAnsi" w:eastAsiaTheme="majorEastAsia" w:hAnsiTheme="majorHAnsi" w:cstheme="majorBidi"/>
      <w:color w:val="024F75" w:themeColor="accent1"/>
      <w:spacing w:val="-10"/>
      <w:kern w:val="28"/>
      <w:sz w:val="72"/>
      <w:szCs w:val="56"/>
    </w:rPr>
  </w:style>
  <w:style w:type="character" w:customStyle="1" w:styleId="TitleChar">
    <w:name w:val="Title Char"/>
    <w:basedOn w:val="DefaultParagraphFont"/>
    <w:link w:val="Title"/>
    <w:uiPriority w:val="10"/>
    <w:rsid w:val="005F3078"/>
    <w:rPr>
      <w:rFonts w:asciiTheme="majorHAnsi" w:eastAsiaTheme="majorEastAsia" w:hAnsiTheme="majorHAnsi" w:cstheme="majorBidi"/>
      <w:color w:val="024F75" w:themeColor="accent1"/>
      <w:spacing w:val="-10"/>
      <w:kern w:val="28"/>
      <w:sz w:val="72"/>
      <w:szCs w:val="56"/>
    </w:rPr>
  </w:style>
  <w:style w:type="paragraph" w:styleId="Header">
    <w:name w:val="header"/>
    <w:basedOn w:val="Normal"/>
    <w:link w:val="HeaderChar"/>
    <w:uiPriority w:val="99"/>
    <w:unhideWhenUsed/>
    <w:rsid w:val="005F3078"/>
    <w:pPr>
      <w:tabs>
        <w:tab w:val="center" w:pos="4680"/>
        <w:tab w:val="right" w:pos="9360"/>
      </w:tabs>
      <w:spacing w:after="0"/>
    </w:pPr>
  </w:style>
  <w:style w:type="character" w:customStyle="1" w:styleId="HeaderChar">
    <w:name w:val="Header Char"/>
    <w:basedOn w:val="DefaultParagraphFont"/>
    <w:link w:val="Header"/>
    <w:uiPriority w:val="99"/>
    <w:rsid w:val="005F3078"/>
    <w:rPr>
      <w:rFonts w:asciiTheme="minorHAnsi" w:eastAsiaTheme="minorEastAsia" w:hAnsiTheme="minorHAnsi" w:cstheme="minorBidi"/>
      <w:color w:val="3B33A2" w:themeColor="text1" w:themeTint="A5"/>
      <w:spacing w:val="15"/>
      <w:szCs w:val="22"/>
    </w:rPr>
  </w:style>
  <w:style w:type="paragraph" w:styleId="Footer">
    <w:name w:val="footer"/>
    <w:basedOn w:val="Normal"/>
    <w:link w:val="FooterChar"/>
    <w:uiPriority w:val="99"/>
    <w:unhideWhenUsed/>
    <w:rsid w:val="005F3078"/>
    <w:pPr>
      <w:tabs>
        <w:tab w:val="center" w:pos="4680"/>
        <w:tab w:val="right" w:pos="9360"/>
      </w:tabs>
      <w:spacing w:after="0"/>
    </w:pPr>
  </w:style>
  <w:style w:type="character" w:customStyle="1" w:styleId="FooterChar">
    <w:name w:val="Footer Char"/>
    <w:basedOn w:val="DefaultParagraphFont"/>
    <w:link w:val="Footer"/>
    <w:uiPriority w:val="99"/>
    <w:rsid w:val="005F3078"/>
    <w:rPr>
      <w:rFonts w:asciiTheme="minorHAnsi" w:eastAsiaTheme="minorEastAsia" w:hAnsiTheme="minorHAnsi" w:cstheme="minorBidi"/>
      <w:color w:val="3B33A2" w:themeColor="text1" w:themeTint="A5"/>
      <w:spacing w:val="15"/>
      <w:szCs w:val="22"/>
    </w:rPr>
  </w:style>
  <w:style w:type="character" w:styleId="SubtleEmphasis">
    <w:name w:val="Subtle Emphasis"/>
    <w:basedOn w:val="DefaultParagraphFont"/>
    <w:uiPriority w:val="19"/>
    <w:qFormat/>
    <w:rsid w:val="002419AC"/>
    <w:rPr>
      <w:rFonts w:asciiTheme="minorHAnsi" w:hAnsiTheme="minorHAnsi"/>
      <w:i/>
      <w:iCs/>
      <w:color w:val="082A75" w:themeColor="text2"/>
      <w:sz w:val="20"/>
    </w:rPr>
  </w:style>
  <w:style w:type="character" w:styleId="Emphasis">
    <w:name w:val="Emphasis"/>
    <w:basedOn w:val="DefaultParagraphFont"/>
    <w:uiPriority w:val="20"/>
    <w:qFormat/>
    <w:rsid w:val="005F3078"/>
    <w:rPr>
      <w:rFonts w:asciiTheme="minorHAnsi" w:hAnsiTheme="minorHAnsi"/>
      <w:i/>
      <w:iCs/>
      <w:sz w:val="22"/>
    </w:rPr>
  </w:style>
  <w:style w:type="character" w:styleId="IntenseEmphasis">
    <w:name w:val="Intense Emphasis"/>
    <w:basedOn w:val="DefaultParagraphFont"/>
    <w:uiPriority w:val="21"/>
    <w:qFormat/>
    <w:rsid w:val="005F3078"/>
    <w:rPr>
      <w:rFonts w:asciiTheme="majorHAnsi" w:hAnsiTheme="majorHAnsi"/>
      <w:i/>
      <w:iCs/>
      <w:color w:val="024F75" w:themeColor="accent1"/>
      <w:sz w:val="22"/>
    </w:rPr>
  </w:style>
  <w:style w:type="character" w:styleId="Strong">
    <w:name w:val="Strong"/>
    <w:basedOn w:val="DefaultParagraphFont"/>
    <w:uiPriority w:val="22"/>
    <w:qFormat/>
    <w:rsid w:val="002419AC"/>
    <w:rPr>
      <w:rFonts w:asciiTheme="majorHAnsi" w:hAnsiTheme="majorHAnsi"/>
      <w:b/>
      <w:bCs/>
      <w:color w:val="0F0D29" w:themeColor="text1"/>
      <w:sz w:val="24"/>
    </w:rPr>
  </w:style>
  <w:style w:type="character" w:styleId="SubtleReference">
    <w:name w:val="Subtle Reference"/>
    <w:basedOn w:val="DefaultParagraphFont"/>
    <w:uiPriority w:val="31"/>
    <w:qFormat/>
    <w:rsid w:val="005F3078"/>
    <w:rPr>
      <w:rFonts w:asciiTheme="minorHAnsi" w:hAnsiTheme="minorHAnsi"/>
      <w:smallCaps/>
      <w:color w:val="082A75" w:themeColor="text2"/>
      <w:sz w:val="20"/>
    </w:rPr>
  </w:style>
  <w:style w:type="character" w:styleId="IntenseReference">
    <w:name w:val="Intense Reference"/>
    <w:basedOn w:val="DefaultParagraphFont"/>
    <w:uiPriority w:val="32"/>
    <w:qFormat/>
    <w:rsid w:val="005F3078"/>
    <w:rPr>
      <w:rFonts w:asciiTheme="minorHAnsi" w:hAnsiTheme="minorHAnsi"/>
      <w:b/>
      <w:bCs/>
      <w:smallCaps/>
      <w:color w:val="024F75" w:themeColor="accent1"/>
      <w:spacing w:val="5"/>
    </w:rPr>
  </w:style>
  <w:style w:type="character" w:styleId="BookTitle">
    <w:name w:val="Book Title"/>
    <w:basedOn w:val="DefaultParagraphFont"/>
    <w:uiPriority w:val="33"/>
    <w:qFormat/>
    <w:rsid w:val="005F3078"/>
    <w:rPr>
      <w:rFonts w:asciiTheme="minorHAnsi" w:hAnsiTheme="minorHAnsi"/>
      <w:b/>
      <w:bCs/>
      <w:i/>
      <w:iCs/>
      <w:spacing w:val="5"/>
    </w:rPr>
  </w:style>
  <w:style w:type="paragraph" w:styleId="ListParagraph">
    <w:name w:val="List Paragraph"/>
    <w:basedOn w:val="Normal"/>
    <w:uiPriority w:val="34"/>
    <w:qFormat/>
    <w:rsid w:val="005F3078"/>
    <w:pPr>
      <w:ind w:left="720"/>
      <w:contextualSpacing/>
    </w:pPr>
  </w:style>
  <w:style w:type="paragraph" w:styleId="Quote">
    <w:name w:val="Quote"/>
    <w:basedOn w:val="Normal"/>
    <w:next w:val="Normal"/>
    <w:link w:val="QuoteChar"/>
    <w:uiPriority w:val="29"/>
    <w:qFormat/>
    <w:rsid w:val="005F3078"/>
    <w:pPr>
      <w:spacing w:before="200"/>
      <w:ind w:left="864" w:right="864"/>
      <w:jc w:val="center"/>
    </w:pPr>
    <w:rPr>
      <w:i/>
      <w:iCs/>
    </w:rPr>
  </w:style>
  <w:style w:type="character" w:customStyle="1" w:styleId="QuoteChar">
    <w:name w:val="Quote Char"/>
    <w:basedOn w:val="DefaultParagraphFont"/>
    <w:link w:val="Quote"/>
    <w:uiPriority w:val="29"/>
    <w:rsid w:val="005F3078"/>
    <w:rPr>
      <w:rFonts w:asciiTheme="minorHAnsi" w:eastAsiaTheme="minorEastAsia" w:hAnsiTheme="minorHAnsi" w:cstheme="minorBidi"/>
      <w:i/>
      <w:iCs/>
      <w:color w:val="0F0D29" w:themeColor="text1"/>
      <w:spacing w:val="15"/>
      <w:szCs w:val="22"/>
    </w:rPr>
  </w:style>
  <w:style w:type="paragraph" w:styleId="IntenseQuote">
    <w:name w:val="Intense Quote"/>
    <w:basedOn w:val="Normal"/>
    <w:next w:val="Normal"/>
    <w:link w:val="IntenseQuoteChar"/>
    <w:uiPriority w:val="30"/>
    <w:qFormat/>
    <w:rsid w:val="005F3078"/>
    <w:pPr>
      <w:pBdr>
        <w:top w:val="single" w:sz="4" w:space="10" w:color="024F75" w:themeColor="accent1"/>
        <w:bottom w:val="single" w:sz="4" w:space="10" w:color="024F75" w:themeColor="accent1"/>
      </w:pBdr>
      <w:spacing w:before="360" w:after="360"/>
      <w:ind w:left="864" w:right="864"/>
      <w:jc w:val="center"/>
    </w:pPr>
    <w:rPr>
      <w:i/>
      <w:iCs/>
      <w:color w:val="024F75" w:themeColor="accent1"/>
    </w:rPr>
  </w:style>
  <w:style w:type="character" w:customStyle="1" w:styleId="IntenseQuoteChar">
    <w:name w:val="Intense Quote Char"/>
    <w:basedOn w:val="DefaultParagraphFont"/>
    <w:link w:val="IntenseQuote"/>
    <w:uiPriority w:val="30"/>
    <w:rsid w:val="005F3078"/>
    <w:rPr>
      <w:rFonts w:asciiTheme="minorHAnsi" w:eastAsiaTheme="minorEastAsia" w:hAnsiTheme="minorHAnsi" w:cstheme="minorBidi"/>
      <w:i/>
      <w:iCs/>
      <w:color w:val="024F75" w:themeColor="accent1"/>
      <w:spacing w:val="15"/>
      <w:szCs w:val="22"/>
    </w:rPr>
  </w:style>
  <w:style w:type="character" w:styleId="Hyperlink">
    <w:name w:val="Hyperlink"/>
    <w:basedOn w:val="DefaultParagraphFont"/>
    <w:uiPriority w:val="99"/>
    <w:unhideWhenUsed/>
    <w:rsid w:val="0044008F"/>
    <w:rPr>
      <w:color w:val="3592CF" w:themeColor="hyperlink"/>
      <w:u w:val="single"/>
    </w:rPr>
  </w:style>
  <w:style w:type="paragraph" w:styleId="BalloonText">
    <w:name w:val="Balloon Text"/>
    <w:basedOn w:val="Normal"/>
    <w:link w:val="BalloonTextChar"/>
    <w:uiPriority w:val="99"/>
    <w:semiHidden/>
    <w:unhideWhenUsed/>
    <w:rsid w:val="006C17A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17AA"/>
    <w:rPr>
      <w:rFonts w:ascii="Segoe UI" w:eastAsiaTheme="minorEastAsia" w:hAnsi="Segoe UI" w:cs="Segoe UI"/>
      <w:color w:val="0F0D29" w:themeColor="text1"/>
      <w:spacing w:val="1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5180037">
      <w:bodyDiv w:val="1"/>
      <w:marLeft w:val="0"/>
      <w:marRight w:val="0"/>
      <w:marTop w:val="0"/>
      <w:marBottom w:val="0"/>
      <w:divBdr>
        <w:top w:val="none" w:sz="0" w:space="0" w:color="auto"/>
        <w:left w:val="none" w:sz="0" w:space="0" w:color="auto"/>
        <w:bottom w:val="none" w:sz="0" w:space="0" w:color="auto"/>
        <w:right w:val="none" w:sz="0" w:space="0" w:color="auto"/>
      </w:divBdr>
    </w:div>
    <w:div w:id="1704550372">
      <w:bodyDiv w:val="1"/>
      <w:marLeft w:val="0"/>
      <w:marRight w:val="0"/>
      <w:marTop w:val="0"/>
      <w:marBottom w:val="0"/>
      <w:divBdr>
        <w:top w:val="none" w:sz="0" w:space="0" w:color="auto"/>
        <w:left w:val="none" w:sz="0" w:space="0" w:color="auto"/>
        <w:bottom w:val="none" w:sz="0" w:space="0" w:color="auto"/>
        <w:right w:val="none" w:sz="0" w:space="0" w:color="auto"/>
      </w:divBdr>
    </w:div>
    <w:div w:id="1925414517">
      <w:bodyDiv w:val="1"/>
      <w:marLeft w:val="0"/>
      <w:marRight w:val="0"/>
      <w:marTop w:val="0"/>
      <w:marBottom w:val="0"/>
      <w:divBdr>
        <w:top w:val="none" w:sz="0" w:space="0" w:color="auto"/>
        <w:left w:val="none" w:sz="0" w:space="0" w:color="auto"/>
        <w:bottom w:val="none" w:sz="0" w:space="0" w:color="auto"/>
        <w:right w:val="none" w:sz="0" w:space="0" w:color="auto"/>
      </w:divBdr>
    </w:div>
    <w:div w:id="197802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hyperlink" Target="mailto:info@areaivagency.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areaivagency.org" TargetMode="External"/><Relationship Id="rId17" Type="http://schemas.openxmlformats.org/officeDocument/2006/relationships/hyperlink" Target="mailto:info@areaivagency.org" TargetMode="External"/><Relationship Id="rId2" Type="http://schemas.openxmlformats.org/officeDocument/2006/relationships/numbering" Target="numbering.xml"/><Relationship Id="rId16" Type="http://schemas.openxmlformats.org/officeDocument/2006/relationships/image" Target="media/image7.sv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reaivagency.org" TargetMode="Externa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llen\Downloads\tf06087320.dotx" TargetMode="External"/></Relationships>
</file>

<file path=word/theme/theme1.xml><?xml version="1.0" encoding="utf-8"?>
<a:theme xmlns:a="http://schemas.openxmlformats.org/drawingml/2006/main" name="Office Theme">
  <a:themeElements>
    <a:clrScheme name="Custom 8">
      <a:dk1>
        <a:srgbClr val="0F0D29"/>
      </a:dk1>
      <a:lt1>
        <a:srgbClr val="FFFFFF"/>
      </a:lt1>
      <a:dk2>
        <a:srgbClr val="082A75"/>
      </a:dk2>
      <a:lt2>
        <a:srgbClr val="E7E6E6"/>
      </a:lt2>
      <a:accent1>
        <a:srgbClr val="024F75"/>
      </a:accent1>
      <a:accent2>
        <a:srgbClr val="3592CF"/>
      </a:accent2>
      <a:accent3>
        <a:srgbClr val="34ABA2"/>
      </a:accent3>
      <a:accent4>
        <a:srgbClr val="66B2CA"/>
      </a:accent4>
      <a:accent5>
        <a:srgbClr val="C1D9CB"/>
      </a:accent5>
      <a:accent6>
        <a:srgbClr val="34ABA2"/>
      </a:accent6>
      <a:hlink>
        <a:srgbClr val="3592CF"/>
      </a:hlink>
      <a:folHlink>
        <a:srgbClr val="3592CF"/>
      </a:folHlink>
    </a:clrScheme>
    <a:fontScheme name="Custom 5">
      <a:majorFont>
        <a:latin typeface="Franklin Gothic Demi"/>
        <a:ea typeface=""/>
        <a:cs typeface=""/>
      </a:majorFont>
      <a:minorFont>
        <a:latin typeface="Microsoft Sans Serif"/>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EE76C-0FCD-4189-811D-6A910D047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tf06087320</Template>
  <TotalTime>0</TotalTime>
  <Pages>2</Pages>
  <Words>3</Words>
  <Characters>23</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Shelby Allen</dc:creator>
  <cp:lastModifiedBy>Lester, Holly</cp:lastModifiedBy>
  <cp:revision>2</cp:revision>
  <cp:lastPrinted>2018-07-10T14:23:00Z</cp:lastPrinted>
  <dcterms:created xsi:type="dcterms:W3CDTF">2021-04-20T15:08:00Z</dcterms:created>
  <dcterms:modified xsi:type="dcterms:W3CDTF">2021-04-20T15:08:00Z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TC060873201033</vt:lpwstr>
  </property>
</Properties>
</file>